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A41" w:rsidRPr="00741177" w:rsidRDefault="00D47A41" w:rsidP="007C48A8">
      <w:pPr>
        <w:shd w:val="clear" w:color="auto" w:fill="FFFFFF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</w:t>
      </w:r>
      <w:r w:rsidRPr="00741177">
        <w:rPr>
          <w:sz w:val="28"/>
          <w:szCs w:val="28"/>
        </w:rPr>
        <w:t xml:space="preserve">ПРИЛОЖЕНИЕ  № </w:t>
      </w:r>
      <w:r>
        <w:rPr>
          <w:sz w:val="28"/>
          <w:szCs w:val="28"/>
        </w:rPr>
        <w:t>2</w:t>
      </w:r>
    </w:p>
    <w:p w:rsidR="00D47A41" w:rsidRPr="00741177" w:rsidRDefault="00D47A41" w:rsidP="007C48A8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D47A41" w:rsidRPr="00741177" w:rsidRDefault="00D47A41" w:rsidP="007C48A8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D47A41" w:rsidRPr="00741177" w:rsidRDefault="00D47A41" w:rsidP="007C48A8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D47A41" w:rsidRPr="00741177" w:rsidRDefault="00D47A41" w:rsidP="007C48A8">
      <w:pPr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D47A41" w:rsidRPr="00741177" w:rsidRDefault="00D47A41" w:rsidP="007C48A8">
      <w:pPr>
        <w:tabs>
          <w:tab w:val="left" w:pos="0"/>
        </w:tabs>
        <w:ind w:firstLine="4961"/>
        <w:jc w:val="right"/>
        <w:rPr>
          <w:sz w:val="28"/>
          <w:szCs w:val="28"/>
        </w:rPr>
      </w:pPr>
      <w:r>
        <w:rPr>
          <w:sz w:val="28"/>
          <w:szCs w:val="28"/>
        </w:rPr>
        <w:t>Стародеревянковского</w:t>
      </w:r>
      <w:r w:rsidRPr="00741177">
        <w:rPr>
          <w:sz w:val="28"/>
          <w:szCs w:val="28"/>
        </w:rPr>
        <w:t xml:space="preserve"> сельского  </w:t>
      </w:r>
    </w:p>
    <w:p w:rsidR="00D47A41" w:rsidRDefault="00D47A41" w:rsidP="007C48A8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Каневского</w:t>
      </w:r>
      <w:r w:rsidRPr="0074117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     </w:t>
      </w:r>
    </w:p>
    <w:p w:rsidR="00D47A41" w:rsidRPr="00741177" w:rsidRDefault="00D47A41" w:rsidP="007C48A8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«Формирование современной  </w:t>
      </w:r>
    </w:p>
    <w:p w:rsidR="00D47A41" w:rsidRDefault="00D47A41" w:rsidP="007C48A8">
      <w:pPr>
        <w:tabs>
          <w:tab w:val="left" w:pos="0"/>
        </w:tabs>
        <w:ind w:firstLine="4961"/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городской среды» </w:t>
      </w:r>
    </w:p>
    <w:p w:rsidR="00D47A41" w:rsidRDefault="00D47A41" w:rsidP="007C48A8">
      <w:pPr>
        <w:tabs>
          <w:tab w:val="left" w:pos="0"/>
        </w:tabs>
        <w:ind w:firstLine="4961"/>
        <w:jc w:val="right"/>
        <w:rPr>
          <w:sz w:val="28"/>
          <w:szCs w:val="28"/>
        </w:rPr>
      </w:pPr>
      <w:r>
        <w:rPr>
          <w:sz w:val="28"/>
          <w:szCs w:val="28"/>
        </w:rPr>
        <w:t>на 2018-2022 годы</w:t>
      </w:r>
    </w:p>
    <w:p w:rsidR="00D47A41" w:rsidRPr="00741177" w:rsidRDefault="00D47A41" w:rsidP="001B6E21">
      <w:pPr>
        <w:spacing w:line="240" w:lineRule="exact"/>
        <w:jc w:val="both"/>
        <w:rPr>
          <w:sz w:val="28"/>
          <w:szCs w:val="28"/>
        </w:rPr>
      </w:pPr>
    </w:p>
    <w:p w:rsidR="00D47A41" w:rsidRPr="00741177" w:rsidRDefault="00D47A41" w:rsidP="003A1F79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D47A41" w:rsidRPr="007C48A8" w:rsidRDefault="00D47A41" w:rsidP="0057426D">
      <w:pPr>
        <w:jc w:val="center"/>
        <w:rPr>
          <w:sz w:val="28"/>
          <w:szCs w:val="28"/>
        </w:rPr>
      </w:pPr>
      <w:r w:rsidRPr="007C48A8">
        <w:rPr>
          <w:sz w:val="28"/>
          <w:szCs w:val="28"/>
        </w:rPr>
        <w:t>ФОРМА ПРОТОКОЛА №______ - 2017</w:t>
      </w:r>
      <w:bookmarkStart w:id="0" w:name="_GoBack"/>
      <w:bookmarkEnd w:id="0"/>
      <w:r w:rsidRPr="007C48A8">
        <w:rPr>
          <w:sz w:val="28"/>
          <w:szCs w:val="28"/>
        </w:rPr>
        <w:t xml:space="preserve"> (указывается год)</w:t>
      </w:r>
    </w:p>
    <w:p w:rsidR="00D47A41" w:rsidRPr="007C48A8" w:rsidRDefault="00D47A41" w:rsidP="0057426D">
      <w:pPr>
        <w:jc w:val="center"/>
        <w:rPr>
          <w:sz w:val="28"/>
          <w:szCs w:val="28"/>
        </w:rPr>
      </w:pPr>
      <w:r w:rsidRPr="007C48A8">
        <w:rPr>
          <w:sz w:val="28"/>
          <w:szCs w:val="28"/>
        </w:rPr>
        <w:t>общего собрания собственников помещений в многоквартирном доме по адресу: ст. Стародеревянковская, ул.______________, дом №_____</w:t>
      </w:r>
    </w:p>
    <w:p w:rsidR="00D47A41" w:rsidRPr="00741177" w:rsidRDefault="00D47A41" w:rsidP="00525FCB">
      <w:pPr>
        <w:jc w:val="both"/>
        <w:rPr>
          <w:sz w:val="28"/>
          <w:szCs w:val="28"/>
        </w:rPr>
      </w:pPr>
    </w:p>
    <w:p w:rsidR="00D47A41" w:rsidRPr="00741177" w:rsidRDefault="00D47A41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Дата проведения «___»_____________ 201_ г. </w:t>
      </w:r>
    </w:p>
    <w:p w:rsidR="00D47A41" w:rsidRPr="00741177" w:rsidRDefault="00D47A41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Время проведения_______ час.________ мин. - ________час. _________ мин. </w:t>
      </w:r>
    </w:p>
    <w:p w:rsidR="00D47A41" w:rsidRPr="0041541C" w:rsidRDefault="00D47A41" w:rsidP="009E77DE">
      <w:pPr>
        <w:tabs>
          <w:tab w:val="left" w:pos="5954"/>
        </w:tabs>
        <w:rPr>
          <w:sz w:val="28"/>
          <w:szCs w:val="28"/>
        </w:rPr>
      </w:pPr>
      <w:r w:rsidRPr="0041541C">
        <w:rPr>
          <w:sz w:val="28"/>
          <w:szCs w:val="28"/>
        </w:rPr>
        <w:t xml:space="preserve">Общая площадь многоквартирного дома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8"/>
        </w:rPr>
        <w:t xml:space="preserve"> _____________ </w:t>
      </w:r>
      <w:r w:rsidRPr="0041541C">
        <w:rPr>
          <w:sz w:val="28"/>
          <w:szCs w:val="28"/>
          <w:u w:val="single"/>
        </w:rPr>
        <w:t>кв. м</w:t>
      </w:r>
    </w:p>
    <w:p w:rsidR="00D47A41" w:rsidRPr="0041541C" w:rsidRDefault="00D47A41" w:rsidP="009E77DE">
      <w:pPr>
        <w:tabs>
          <w:tab w:val="right" w:pos="9923"/>
        </w:tabs>
        <w:rPr>
          <w:sz w:val="28"/>
          <w:szCs w:val="28"/>
        </w:rPr>
      </w:pPr>
      <w:r w:rsidRPr="0041541C">
        <w:rPr>
          <w:sz w:val="28"/>
          <w:szCs w:val="28"/>
        </w:rPr>
        <w:t xml:space="preserve">Общая площадь жилых помещений 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8"/>
        </w:rPr>
        <w:t xml:space="preserve"> </w:t>
      </w:r>
      <w:r w:rsidRPr="0041541C">
        <w:rPr>
          <w:sz w:val="28"/>
          <w:szCs w:val="28"/>
          <w:u w:val="single"/>
        </w:rPr>
        <w:t xml:space="preserve"> </w:t>
      </w:r>
      <w:r w:rsidRPr="0041541C">
        <w:rPr>
          <w:sz w:val="28"/>
          <w:szCs w:val="28"/>
        </w:rPr>
        <w:t xml:space="preserve">_____________ </w:t>
      </w:r>
      <w:r w:rsidRPr="0041541C">
        <w:rPr>
          <w:sz w:val="28"/>
          <w:szCs w:val="28"/>
          <w:u w:val="single"/>
        </w:rPr>
        <w:t>кв.м</w:t>
      </w:r>
      <w:r w:rsidRPr="0041541C">
        <w:rPr>
          <w:sz w:val="28"/>
          <w:szCs w:val="28"/>
          <w:vertAlign w:val="superscript"/>
        </w:rPr>
        <w:t xml:space="preserve"> </w:t>
      </w:r>
    </w:p>
    <w:p w:rsidR="00D47A41" w:rsidRPr="0041541C" w:rsidRDefault="00D47A41" w:rsidP="009E77DE">
      <w:pPr>
        <w:tabs>
          <w:tab w:val="left" w:pos="9165"/>
          <w:tab w:val="right" w:pos="9923"/>
        </w:tabs>
        <w:rPr>
          <w:sz w:val="28"/>
          <w:szCs w:val="28"/>
          <w:u w:val="single"/>
        </w:rPr>
      </w:pPr>
      <w:r w:rsidRPr="0041541C">
        <w:rPr>
          <w:sz w:val="28"/>
          <w:szCs w:val="28"/>
        </w:rPr>
        <w:t xml:space="preserve">Общая площадь нежилых помещений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8"/>
          <w:u w:val="single"/>
        </w:rPr>
        <w:t xml:space="preserve"> </w:t>
      </w:r>
      <w:r w:rsidRPr="0041541C">
        <w:rPr>
          <w:sz w:val="28"/>
          <w:szCs w:val="28"/>
        </w:rPr>
        <w:t xml:space="preserve">_____________ </w:t>
      </w:r>
      <w:r w:rsidRPr="0041541C">
        <w:rPr>
          <w:sz w:val="28"/>
          <w:szCs w:val="28"/>
          <w:u w:val="single"/>
        </w:rPr>
        <w:t>кв.м</w:t>
      </w:r>
    </w:p>
    <w:p w:rsidR="00D47A41" w:rsidRPr="00741177" w:rsidRDefault="00D47A41" w:rsidP="00F128C9">
      <w:pPr>
        <w:tabs>
          <w:tab w:val="left" w:pos="9165"/>
          <w:tab w:val="right" w:pos="9923"/>
        </w:tabs>
        <w:rPr>
          <w:sz w:val="28"/>
          <w:szCs w:val="28"/>
        </w:rPr>
      </w:pPr>
      <w:r w:rsidRPr="0041541C">
        <w:rPr>
          <w:sz w:val="28"/>
          <w:szCs w:val="28"/>
        </w:rPr>
        <w:t>Общая площадь жилых и нежилых помещений – _____________</w:t>
      </w:r>
      <w:r w:rsidRPr="0041541C">
        <w:rPr>
          <w:sz w:val="28"/>
          <w:szCs w:val="28"/>
          <w:u w:val="single"/>
        </w:rPr>
        <w:t xml:space="preserve"> кв.м</w:t>
      </w:r>
    </w:p>
    <w:p w:rsidR="00D47A41" w:rsidRPr="00741177" w:rsidRDefault="00D47A41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Присутствовали собственники помещений (представители собственников) согласно списку регистрации: </w:t>
      </w:r>
    </w:p>
    <w:p w:rsidR="00D47A41" w:rsidRPr="00741177" w:rsidRDefault="00D47A41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жилых помещений __________м2, __________% голосов; </w:t>
      </w:r>
    </w:p>
    <w:p w:rsidR="00D47A41" w:rsidRPr="00741177" w:rsidRDefault="00D47A41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нежилых помещений ___________м2, __________% голосов. </w:t>
      </w:r>
    </w:p>
    <w:p w:rsidR="00D47A41" w:rsidRPr="00741177" w:rsidRDefault="00D47A41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Всего присутствовали собственники помещений, обладающие _____% общего числа голосов. </w:t>
      </w:r>
    </w:p>
    <w:p w:rsidR="00D47A41" w:rsidRPr="00741177" w:rsidRDefault="00D47A41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Кворум для проведения общего собрания собственников помещений в многоквартирном доме имеется/не имеется. </w:t>
      </w:r>
    </w:p>
    <w:p w:rsidR="00D47A41" w:rsidRPr="00741177" w:rsidRDefault="00D47A41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Общее собрание проводится по инициативе ____________________________ </w:t>
      </w:r>
    </w:p>
    <w:p w:rsidR="00D47A41" w:rsidRPr="00741177" w:rsidRDefault="00D47A41" w:rsidP="00B50B5A">
      <w:pPr>
        <w:jc w:val="both"/>
      </w:pPr>
      <w:r w:rsidRPr="00741177">
        <w:t xml:space="preserve">               (Ф.И.О. собственника жилого помещения с указанием наименование помещения, площадь). </w:t>
      </w:r>
    </w:p>
    <w:p w:rsidR="00D47A41" w:rsidRDefault="00D47A41" w:rsidP="00525FCB">
      <w:pPr>
        <w:jc w:val="both"/>
        <w:rPr>
          <w:sz w:val="28"/>
          <w:szCs w:val="28"/>
        </w:rPr>
      </w:pPr>
    </w:p>
    <w:p w:rsidR="00D47A41" w:rsidRPr="007C48A8" w:rsidRDefault="00D47A41" w:rsidP="00F128C9">
      <w:pPr>
        <w:ind w:firstLine="709"/>
        <w:jc w:val="center"/>
        <w:rPr>
          <w:sz w:val="28"/>
          <w:szCs w:val="28"/>
          <w:u w:val="single"/>
        </w:rPr>
      </w:pPr>
      <w:r w:rsidRPr="007C48A8">
        <w:rPr>
          <w:sz w:val="28"/>
          <w:szCs w:val="28"/>
          <w:u w:val="single"/>
        </w:rPr>
        <w:t>Повестка дня общего собрания:</w:t>
      </w:r>
    </w:p>
    <w:p w:rsidR="00D47A41" w:rsidRPr="0041541C" w:rsidRDefault="00D47A41" w:rsidP="00F128C9">
      <w:pPr>
        <w:ind w:firstLine="709"/>
        <w:jc w:val="center"/>
        <w:rPr>
          <w:b/>
          <w:bCs/>
          <w:sz w:val="28"/>
          <w:szCs w:val="28"/>
          <w:u w:val="single"/>
        </w:rPr>
      </w:pPr>
    </w:p>
    <w:p w:rsidR="00D47A41" w:rsidRPr="0041541C" w:rsidRDefault="00D47A41" w:rsidP="00F128C9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О выборе председателя собрания, секретаря собрания, членов счетной комиссии.</w:t>
      </w:r>
    </w:p>
    <w:p w:rsidR="00D47A41" w:rsidRPr="0041541C" w:rsidRDefault="00D47A41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Об обращении с предложением по включению дворовой территории в муниципальную программу формирования современной городской среды (заявка).</w:t>
      </w:r>
    </w:p>
    <w:p w:rsidR="00D47A41" w:rsidRPr="0041541C" w:rsidRDefault="00D47A41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Об определении перечня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лицами).</w:t>
      </w:r>
    </w:p>
    <w:p w:rsidR="00D47A41" w:rsidRPr="0041541C" w:rsidRDefault="00D47A41" w:rsidP="00F128C9">
      <w:pPr>
        <w:pStyle w:val="ConsPlusNormal"/>
        <w:numPr>
          <w:ilvl w:val="0"/>
          <w:numId w:val="25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41C">
        <w:rPr>
          <w:rFonts w:ascii="Times New Roman" w:hAnsi="Times New Roman" w:cs="Times New Roman"/>
          <w:sz w:val="28"/>
          <w:szCs w:val="28"/>
        </w:rPr>
        <w:t xml:space="preserve">Об определении перечня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лицами). </w:t>
      </w:r>
    </w:p>
    <w:p w:rsidR="00D47A41" w:rsidRPr="0041541C" w:rsidRDefault="00D47A41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 xml:space="preserve">Об определении формы участия в реализации мероприятий по благоустройству дворовой территории: финансовое (при выборе работ из </w:t>
      </w:r>
      <w:r>
        <w:rPr>
          <w:sz w:val="28"/>
          <w:szCs w:val="28"/>
        </w:rPr>
        <w:t xml:space="preserve">минимального и </w:t>
      </w:r>
      <w:r w:rsidRPr="0041541C">
        <w:rPr>
          <w:sz w:val="28"/>
          <w:szCs w:val="28"/>
        </w:rPr>
        <w:t>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решения).</w:t>
      </w:r>
    </w:p>
    <w:p w:rsidR="00D47A41" w:rsidRPr="0041541C" w:rsidRDefault="00D47A41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 xml:space="preserve">О принятии (непринятии)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 </w:t>
      </w:r>
    </w:p>
    <w:p w:rsidR="00D47A41" w:rsidRPr="0041541C" w:rsidRDefault="00D47A41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О принятии обязательства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</w:t>
      </w:r>
    </w:p>
    <w:p w:rsidR="00D47A41" w:rsidRDefault="00D47A41" w:rsidP="00F128C9">
      <w:pPr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1541C">
        <w:rPr>
          <w:sz w:val="28"/>
          <w:szCs w:val="28"/>
        </w:rPr>
        <w:t>Об определении лиц, которые от имени собственников помещений в многоквартирном доме уполномочены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>
        <w:rPr>
          <w:sz w:val="28"/>
          <w:szCs w:val="28"/>
        </w:rPr>
        <w:t xml:space="preserve"> (соглашений)</w:t>
      </w:r>
      <w:r w:rsidRPr="0041541C">
        <w:rPr>
          <w:sz w:val="28"/>
          <w:szCs w:val="28"/>
        </w:rPr>
        <w:t xml:space="preserve"> в рамках реализации муниципальной программы</w:t>
      </w:r>
      <w:r>
        <w:rPr>
          <w:sz w:val="28"/>
          <w:szCs w:val="28"/>
        </w:rPr>
        <w:t>.</w:t>
      </w:r>
    </w:p>
    <w:p w:rsidR="00D47A41" w:rsidRPr="0041541C" w:rsidRDefault="00D47A41" w:rsidP="00F128C9">
      <w:pPr>
        <w:tabs>
          <w:tab w:val="left" w:pos="9165"/>
          <w:tab w:val="right" w:pos="9923"/>
        </w:tabs>
        <w:rPr>
          <w:sz w:val="28"/>
          <w:szCs w:val="28"/>
        </w:rPr>
      </w:pPr>
    </w:p>
    <w:tbl>
      <w:tblPr>
        <w:tblW w:w="9889" w:type="dxa"/>
        <w:tblInd w:w="-106" w:type="dxa"/>
        <w:tblLayout w:type="fixed"/>
        <w:tblLook w:val="00A0"/>
      </w:tblPr>
      <w:tblGrid>
        <w:gridCol w:w="534"/>
        <w:gridCol w:w="850"/>
        <w:gridCol w:w="2268"/>
        <w:gridCol w:w="1559"/>
        <w:gridCol w:w="1560"/>
        <w:gridCol w:w="1559"/>
        <w:gridCol w:w="1559"/>
      </w:tblGrid>
      <w:tr w:rsidR="00D47A41" w:rsidRPr="0041541C">
        <w:trPr>
          <w:trHeight w:val="106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 xml:space="preserve">№ поме-щения (жилого/нежилого)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Фамилия, имя, отчество собственника помещения в многоквартирном доме (представителя собственника)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Площадь помещения, принадлежащего собственнику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Подано голосов "за" по вопросам повестки дня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Подано голосов "против" по вопросам</w:t>
            </w:r>
            <w:r w:rsidRPr="0041541C">
              <w:rPr>
                <w:sz w:val="28"/>
                <w:szCs w:val="28"/>
              </w:rPr>
              <w:br/>
              <w:t xml:space="preserve">повестки дня.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 xml:space="preserve">Подано голосов "воздержались" </w:t>
            </w:r>
            <w:r w:rsidRPr="0041541C">
              <w:rPr>
                <w:sz w:val="28"/>
                <w:szCs w:val="28"/>
              </w:rPr>
              <w:br/>
              <w:t>по вопросам</w:t>
            </w:r>
            <w:r w:rsidRPr="0041541C">
              <w:rPr>
                <w:sz w:val="28"/>
                <w:szCs w:val="28"/>
              </w:rPr>
              <w:br/>
              <w:t>повестки дня</w:t>
            </w:r>
          </w:p>
        </w:tc>
      </w:tr>
      <w:tr w:rsidR="00D47A41" w:rsidRPr="0041541C">
        <w:trPr>
          <w:trHeight w:val="4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№ п.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№ п.</w:t>
            </w:r>
            <w:r w:rsidRPr="0041541C">
              <w:rPr>
                <w:sz w:val="28"/>
                <w:szCs w:val="28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№ п.</w:t>
            </w:r>
          </w:p>
        </w:tc>
      </w:tr>
      <w:tr w:rsidR="00D47A41" w:rsidRPr="0041541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7A41" w:rsidRPr="0041541C" w:rsidRDefault="00D47A41" w:rsidP="00F128C9">
            <w:pPr>
              <w:numPr>
                <w:ilvl w:val="0"/>
                <w:numId w:val="24"/>
              </w:numPr>
              <w:spacing w:after="160" w:line="259" w:lineRule="auto"/>
              <w:ind w:hanging="720"/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</w:tr>
      <w:tr w:rsidR="00D47A41" w:rsidRPr="0041541C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7A41" w:rsidRPr="0041541C" w:rsidRDefault="00D47A41" w:rsidP="00F128C9">
            <w:pPr>
              <w:numPr>
                <w:ilvl w:val="0"/>
                <w:numId w:val="24"/>
              </w:numPr>
              <w:spacing w:after="160" w:line="259" w:lineRule="auto"/>
              <w:ind w:hanging="720"/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47A41" w:rsidRPr="0041541C" w:rsidRDefault="00D47A41" w:rsidP="00F128C9">
      <w:pPr>
        <w:tabs>
          <w:tab w:val="right" w:pos="9923"/>
        </w:tabs>
        <w:rPr>
          <w:sz w:val="28"/>
          <w:szCs w:val="28"/>
        </w:rPr>
      </w:pPr>
    </w:p>
    <w:p w:rsidR="00D47A41" w:rsidRPr="0041541C" w:rsidRDefault="00D47A41" w:rsidP="00F128C9">
      <w:pPr>
        <w:ind w:left="720"/>
        <w:rPr>
          <w:sz w:val="28"/>
          <w:szCs w:val="28"/>
          <w:u w:val="single"/>
        </w:rPr>
      </w:pPr>
    </w:p>
    <w:p w:rsidR="00D47A41" w:rsidRPr="0041541C" w:rsidRDefault="00D47A41" w:rsidP="00F128C9">
      <w:pPr>
        <w:adjustRightInd w:val="0"/>
        <w:spacing w:after="160" w:line="259" w:lineRule="auto"/>
        <w:ind w:left="360"/>
        <w:jc w:val="both"/>
        <w:rPr>
          <w:b/>
          <w:bCs/>
          <w:sz w:val="28"/>
          <w:szCs w:val="28"/>
          <w:u w:val="single"/>
          <w:lang w:eastAsia="en-US"/>
        </w:rPr>
      </w:pPr>
      <w:r w:rsidRPr="007C48A8">
        <w:rPr>
          <w:sz w:val="28"/>
          <w:szCs w:val="28"/>
        </w:rPr>
        <w:t>1. По первому вопросу:</w:t>
      </w:r>
      <w:r w:rsidRPr="0041541C">
        <w:rPr>
          <w:b/>
          <w:bCs/>
          <w:sz w:val="28"/>
          <w:szCs w:val="28"/>
        </w:rPr>
        <w:t xml:space="preserve"> «</w:t>
      </w:r>
      <w:r w:rsidRPr="0041541C">
        <w:rPr>
          <w:sz w:val="28"/>
          <w:szCs w:val="28"/>
        </w:rPr>
        <w:t xml:space="preserve">Выбор председателя и секретаря данного общего собрания, членов счетной комиссии». </w:t>
      </w:r>
    </w:p>
    <w:p w:rsidR="00D47A41" w:rsidRPr="0041541C" w:rsidRDefault="00D47A41" w:rsidP="00F128C9">
      <w:pPr>
        <w:adjustRightInd w:val="0"/>
        <w:spacing w:after="160" w:line="259" w:lineRule="auto"/>
        <w:ind w:left="720"/>
        <w:jc w:val="both"/>
        <w:rPr>
          <w:sz w:val="28"/>
          <w:szCs w:val="28"/>
          <w:lang w:eastAsia="en-US"/>
        </w:rPr>
      </w:pPr>
      <w:r w:rsidRPr="0041541C">
        <w:rPr>
          <w:sz w:val="28"/>
          <w:szCs w:val="28"/>
          <w:u w:val="single"/>
        </w:rPr>
        <w:t>Предложено</w:t>
      </w:r>
      <w:r w:rsidRPr="0041541C">
        <w:rPr>
          <w:sz w:val="28"/>
          <w:szCs w:val="28"/>
        </w:rPr>
        <w:t>: Избрать председателем собрания –____________, секретарем собрания – ___________.</w:t>
      </w:r>
      <w:r w:rsidRPr="0041541C">
        <w:rPr>
          <w:sz w:val="28"/>
          <w:szCs w:val="28"/>
          <w:lang w:eastAsia="en-US"/>
        </w:rPr>
        <w:tab/>
        <w:t>Предложено избрать счетную комиссию в составе ______ человек:</w:t>
      </w:r>
      <w:r w:rsidRPr="0041541C">
        <w:rPr>
          <w:sz w:val="28"/>
          <w:szCs w:val="28"/>
        </w:rPr>
        <w:t>_____________________, ___________________, ______________________</w:t>
      </w:r>
      <w:r w:rsidRPr="0041541C">
        <w:rPr>
          <w:sz w:val="28"/>
          <w:szCs w:val="28"/>
          <w:lang w:eastAsia="en-US"/>
        </w:rPr>
        <w:t>.</w:t>
      </w:r>
    </w:p>
    <w:p w:rsidR="00D47A41" w:rsidRPr="0041541C" w:rsidRDefault="00D47A41" w:rsidP="00F128C9">
      <w:pPr>
        <w:adjustRightInd w:val="0"/>
        <w:spacing w:after="160" w:line="259" w:lineRule="auto"/>
        <w:rPr>
          <w:b/>
          <w:bCs/>
          <w:sz w:val="28"/>
          <w:szCs w:val="28"/>
        </w:rPr>
      </w:pPr>
      <w:r w:rsidRPr="0041541C">
        <w:rPr>
          <w:sz w:val="28"/>
          <w:szCs w:val="28"/>
          <w:lang w:eastAsia="en-US"/>
        </w:rPr>
        <w:tab/>
      </w:r>
      <w:r w:rsidRPr="0041541C">
        <w:rPr>
          <w:sz w:val="28"/>
          <w:szCs w:val="28"/>
          <w:u w:val="single"/>
        </w:rPr>
        <w:t>Результаты голосования</w:t>
      </w:r>
      <w:r w:rsidRPr="0041541C">
        <w:rPr>
          <w:sz w:val="28"/>
          <w:szCs w:val="28"/>
        </w:rPr>
        <w:t>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23"/>
        <w:gridCol w:w="1974"/>
        <w:gridCol w:w="1545"/>
      </w:tblGrid>
      <w:tr w:rsidR="00D47A41" w:rsidRPr="007C48A8">
        <w:tc>
          <w:tcPr>
            <w:tcW w:w="2523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74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523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523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D47A41" w:rsidRPr="0041541C" w:rsidRDefault="00D47A41" w:rsidP="00F128C9">
      <w:pPr>
        <w:adjustRightInd w:val="0"/>
        <w:spacing w:after="160" w:line="259" w:lineRule="auto"/>
        <w:rPr>
          <w:sz w:val="28"/>
          <w:szCs w:val="28"/>
          <w:lang w:eastAsia="en-US"/>
        </w:rPr>
      </w:pPr>
      <w:r w:rsidRPr="007C48A8">
        <w:rPr>
          <w:sz w:val="28"/>
          <w:szCs w:val="28"/>
          <w:u w:val="single"/>
          <w:lang w:eastAsia="en-US"/>
        </w:rPr>
        <w:t>Общее собрание постановляет:</w:t>
      </w:r>
      <w:r w:rsidRPr="007C48A8">
        <w:rPr>
          <w:sz w:val="28"/>
          <w:szCs w:val="28"/>
          <w:lang w:eastAsia="en-US"/>
        </w:rPr>
        <w:t xml:space="preserve">  «Выбрать председателем данного общего собрания с правом подписи</w:t>
      </w:r>
      <w:r w:rsidRPr="0041541C">
        <w:rPr>
          <w:sz w:val="28"/>
          <w:szCs w:val="28"/>
          <w:lang w:eastAsia="en-US"/>
        </w:rPr>
        <w:t xml:space="preserve"> протокола общего собрания </w:t>
      </w:r>
      <w:r w:rsidRPr="0041541C">
        <w:rPr>
          <w:sz w:val="28"/>
          <w:szCs w:val="28"/>
        </w:rPr>
        <w:t>_________</w:t>
      </w:r>
      <w:r>
        <w:rPr>
          <w:sz w:val="28"/>
          <w:szCs w:val="28"/>
        </w:rPr>
        <w:t>__________</w:t>
      </w:r>
      <w:r w:rsidRPr="0041541C">
        <w:rPr>
          <w:sz w:val="28"/>
          <w:szCs w:val="28"/>
          <w:lang w:eastAsia="en-US"/>
        </w:rPr>
        <w:t>, собственника кв.</w:t>
      </w:r>
      <w:r>
        <w:rPr>
          <w:sz w:val="28"/>
          <w:szCs w:val="28"/>
          <w:lang w:eastAsia="en-US"/>
        </w:rPr>
        <w:t xml:space="preserve"> </w:t>
      </w:r>
      <w:r w:rsidRPr="0041541C">
        <w:rPr>
          <w:sz w:val="28"/>
          <w:szCs w:val="28"/>
          <w:lang w:eastAsia="en-US"/>
        </w:rPr>
        <w:t xml:space="preserve">№__ . Выбрать секретарем данного общего собрания с правом подписи протокола общего собрания </w:t>
      </w:r>
      <w:r w:rsidRPr="0041541C">
        <w:rPr>
          <w:sz w:val="28"/>
          <w:szCs w:val="28"/>
        </w:rPr>
        <w:t>_____________</w:t>
      </w:r>
      <w:r>
        <w:rPr>
          <w:sz w:val="28"/>
          <w:szCs w:val="28"/>
        </w:rPr>
        <w:t>__________</w:t>
      </w:r>
      <w:r w:rsidRPr="0041541C">
        <w:rPr>
          <w:sz w:val="28"/>
          <w:szCs w:val="28"/>
        </w:rPr>
        <w:t>.</w:t>
      </w:r>
      <w:r w:rsidRPr="0041541C">
        <w:rPr>
          <w:sz w:val="28"/>
          <w:szCs w:val="28"/>
          <w:lang w:eastAsia="en-US"/>
        </w:rPr>
        <w:t>, собственника кв. №___. Выбрать счетную комиссию ___________________, собственника кв.</w:t>
      </w:r>
      <w:r>
        <w:rPr>
          <w:sz w:val="28"/>
          <w:szCs w:val="28"/>
          <w:lang w:eastAsia="en-US"/>
        </w:rPr>
        <w:t xml:space="preserve"> </w:t>
      </w:r>
      <w:r w:rsidRPr="0041541C">
        <w:rPr>
          <w:sz w:val="28"/>
          <w:szCs w:val="28"/>
          <w:lang w:eastAsia="en-US"/>
        </w:rPr>
        <w:t>№____, ___________________, собственника кв.№____, ___________________, собственника кв.№____.»</w:t>
      </w: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Решение по первому вопросу повестки дня собрания принято/ не принято (нужное подчеркнуть).</w:t>
      </w:r>
    </w:p>
    <w:p w:rsidR="00D47A41" w:rsidRPr="0041541C" w:rsidRDefault="00D47A41" w:rsidP="00F128C9">
      <w:pPr>
        <w:adjustRightInd w:val="0"/>
        <w:spacing w:after="160" w:line="259" w:lineRule="auto"/>
        <w:ind w:firstLine="720"/>
        <w:rPr>
          <w:sz w:val="28"/>
          <w:szCs w:val="28"/>
          <w:lang w:eastAsia="en-US"/>
        </w:rPr>
      </w:pP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7C48A8">
        <w:rPr>
          <w:sz w:val="28"/>
          <w:szCs w:val="28"/>
        </w:rPr>
        <w:t>2.</w:t>
      </w:r>
      <w:r w:rsidRPr="0041541C">
        <w:rPr>
          <w:b/>
          <w:bCs/>
          <w:sz w:val="28"/>
          <w:szCs w:val="28"/>
        </w:rPr>
        <w:t xml:space="preserve"> </w:t>
      </w:r>
      <w:r w:rsidRPr="007C48A8">
        <w:rPr>
          <w:sz w:val="28"/>
          <w:szCs w:val="28"/>
        </w:rPr>
        <w:t>По второму вопросу</w:t>
      </w:r>
      <w:r w:rsidRPr="0041541C">
        <w:rPr>
          <w:b/>
          <w:bCs/>
          <w:sz w:val="28"/>
          <w:szCs w:val="28"/>
        </w:rPr>
        <w:t>: «</w:t>
      </w:r>
      <w:r w:rsidRPr="0041541C">
        <w:rPr>
          <w:sz w:val="28"/>
          <w:szCs w:val="28"/>
        </w:rPr>
        <w:t>Об обращении</w:t>
      </w:r>
      <w:r w:rsidRPr="0041541C">
        <w:rPr>
          <w:b/>
          <w:bCs/>
          <w:sz w:val="28"/>
          <w:szCs w:val="28"/>
        </w:rPr>
        <w:t xml:space="preserve"> </w:t>
      </w:r>
      <w:r w:rsidRPr="0041541C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41541C">
        <w:rPr>
          <w:sz w:val="28"/>
          <w:szCs w:val="28"/>
        </w:rPr>
        <w:t xml:space="preserve"> с предложением по включению дворовой территории многоквартирного дома № ______ по _______________ в муниципальную программу формирования современной городской среды».</w:t>
      </w: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 xml:space="preserve">Предложено обратиться в администрацию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41541C">
        <w:rPr>
          <w:sz w:val="28"/>
          <w:szCs w:val="28"/>
        </w:rPr>
        <w:t xml:space="preserve"> с предложением по включению дворовой территории многоквартирного дома № ______ по _______________ в муниципальную программу формирования современной городской среды</w:t>
      </w:r>
    </w:p>
    <w:p w:rsidR="00D47A41" w:rsidRPr="0041541C" w:rsidRDefault="00D47A41" w:rsidP="00F128C9">
      <w:pPr>
        <w:ind w:firstLine="709"/>
        <w:jc w:val="both"/>
        <w:rPr>
          <w:sz w:val="28"/>
          <w:szCs w:val="28"/>
          <w:u w:val="single"/>
        </w:rPr>
      </w:pPr>
      <w:r w:rsidRPr="0041541C">
        <w:rPr>
          <w:sz w:val="28"/>
          <w:szCs w:val="28"/>
        </w:rPr>
        <w:t>После обмена мнениями состоялось голосование.</w:t>
      </w:r>
    </w:p>
    <w:p w:rsidR="00D47A41" w:rsidRDefault="00D47A41" w:rsidP="00F128C9">
      <w:pPr>
        <w:shd w:val="clear" w:color="auto" w:fill="FFFFFF"/>
        <w:tabs>
          <w:tab w:val="left" w:pos="8460"/>
        </w:tabs>
        <w:ind w:firstLine="709"/>
        <w:jc w:val="both"/>
        <w:rPr>
          <w:sz w:val="28"/>
          <w:szCs w:val="28"/>
          <w:u w:val="single"/>
        </w:rPr>
      </w:pPr>
    </w:p>
    <w:p w:rsidR="00D47A41" w:rsidRPr="0041541C" w:rsidRDefault="00D47A41" w:rsidP="00F128C9">
      <w:pPr>
        <w:shd w:val="clear" w:color="auto" w:fill="FFFFFF"/>
        <w:tabs>
          <w:tab w:val="left" w:pos="8460"/>
        </w:tabs>
        <w:ind w:firstLine="709"/>
        <w:jc w:val="both"/>
        <w:rPr>
          <w:b/>
          <w:bCs/>
          <w:sz w:val="28"/>
          <w:szCs w:val="28"/>
        </w:rPr>
      </w:pPr>
      <w:r w:rsidRPr="0041541C">
        <w:rPr>
          <w:sz w:val="28"/>
          <w:szCs w:val="28"/>
          <w:u w:val="single"/>
        </w:rPr>
        <w:t>Результаты голосования</w:t>
      </w:r>
      <w:r w:rsidRPr="0041541C">
        <w:rPr>
          <w:sz w:val="28"/>
          <w:szCs w:val="28"/>
        </w:rPr>
        <w:t>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23"/>
        <w:gridCol w:w="1974"/>
        <w:gridCol w:w="1545"/>
      </w:tblGrid>
      <w:tr w:rsidR="00D47A41" w:rsidRPr="007C48A8">
        <w:tc>
          <w:tcPr>
            <w:tcW w:w="2523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74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523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523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7C48A8">
        <w:rPr>
          <w:sz w:val="28"/>
          <w:szCs w:val="28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8"/>
          <w:lang w:eastAsia="en-US"/>
        </w:rPr>
        <w:t xml:space="preserve">  «</w:t>
      </w:r>
      <w:r w:rsidRPr="0041541C">
        <w:rPr>
          <w:sz w:val="28"/>
          <w:szCs w:val="28"/>
        </w:rPr>
        <w:t xml:space="preserve">Обратиться в администрацию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41541C">
        <w:rPr>
          <w:sz w:val="28"/>
          <w:szCs w:val="28"/>
        </w:rPr>
        <w:t xml:space="preserve"> с предложением по включению дворовой территории многоквартирного дома № ______ по _______________ в муниципальную программу формирования современной городской среды».</w:t>
      </w: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Решение по второму вопросу повестки дня собрания принято/ не принято (нужное подчеркнуть).</w:t>
      </w: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bCs/>
          <w:sz w:val="28"/>
          <w:szCs w:val="28"/>
        </w:rPr>
      </w:pPr>
    </w:p>
    <w:p w:rsidR="00D47A41" w:rsidRPr="0041541C" w:rsidRDefault="00D47A41" w:rsidP="00F128C9">
      <w:pPr>
        <w:ind w:firstLine="720"/>
        <w:jc w:val="both"/>
        <w:rPr>
          <w:sz w:val="28"/>
          <w:szCs w:val="28"/>
        </w:rPr>
      </w:pPr>
      <w:r w:rsidRPr="007C48A8">
        <w:rPr>
          <w:sz w:val="28"/>
          <w:szCs w:val="28"/>
        </w:rPr>
        <w:t>3. По третьему вопросу</w:t>
      </w:r>
      <w:r w:rsidRPr="0041541C">
        <w:rPr>
          <w:sz w:val="28"/>
          <w:szCs w:val="28"/>
        </w:rPr>
        <w:t xml:space="preserve"> — Об определении перечня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 выступили___________________</w:t>
      </w:r>
      <w:r>
        <w:rPr>
          <w:sz w:val="28"/>
          <w:szCs w:val="28"/>
        </w:rPr>
        <w:t>_______</w:t>
      </w:r>
      <w:r w:rsidRPr="0041541C">
        <w:rPr>
          <w:sz w:val="28"/>
          <w:szCs w:val="28"/>
        </w:rPr>
        <w:t>,  с предложением утвердить следующий минимальный перечень:</w:t>
      </w:r>
      <w:r>
        <w:rPr>
          <w:sz w:val="28"/>
          <w:szCs w:val="28"/>
        </w:rPr>
        <w:t xml:space="preserve"> </w:t>
      </w:r>
      <w:r w:rsidRPr="0041541C">
        <w:rPr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_________________________________</w:t>
      </w:r>
      <w:r w:rsidRPr="0041541C">
        <w:rPr>
          <w:sz w:val="28"/>
          <w:szCs w:val="28"/>
        </w:rPr>
        <w:t>_________________________________</w:t>
      </w:r>
    </w:p>
    <w:p w:rsidR="00D47A41" w:rsidRPr="0041541C" w:rsidRDefault="00D47A41" w:rsidP="00F128C9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41541C">
        <w:rPr>
          <w:sz w:val="28"/>
          <w:szCs w:val="28"/>
          <w:lang w:eastAsia="ar-SA"/>
        </w:rPr>
        <w:t xml:space="preserve">После обмена мнениями состоялось голосование. </w:t>
      </w:r>
    </w:p>
    <w:p w:rsidR="00D47A41" w:rsidRPr="0041541C" w:rsidRDefault="00D47A41" w:rsidP="00F128C9">
      <w:pPr>
        <w:ind w:firstLine="709"/>
        <w:jc w:val="both"/>
        <w:rPr>
          <w:b/>
          <w:bCs/>
          <w:sz w:val="28"/>
          <w:szCs w:val="28"/>
        </w:rPr>
      </w:pPr>
      <w:r w:rsidRPr="0041541C">
        <w:rPr>
          <w:sz w:val="28"/>
          <w:szCs w:val="28"/>
        </w:rPr>
        <w:t>Результаты: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06"/>
        <w:gridCol w:w="1985"/>
        <w:gridCol w:w="1545"/>
      </w:tblGrid>
      <w:tr w:rsidR="00D47A41" w:rsidRPr="007C48A8">
        <w:tc>
          <w:tcPr>
            <w:tcW w:w="2806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85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806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806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D47A41" w:rsidRPr="0041541C" w:rsidRDefault="00D47A41" w:rsidP="00F128C9">
      <w:pPr>
        <w:ind w:firstLine="720"/>
        <w:jc w:val="both"/>
        <w:rPr>
          <w:sz w:val="28"/>
          <w:szCs w:val="28"/>
        </w:rPr>
      </w:pPr>
      <w:r w:rsidRPr="007C48A8">
        <w:rPr>
          <w:sz w:val="28"/>
          <w:szCs w:val="28"/>
          <w:u w:val="single"/>
          <w:lang w:eastAsia="en-US"/>
        </w:rPr>
        <w:t>Общее собрание постановляет:</w:t>
      </w:r>
      <w:r w:rsidRPr="007C48A8">
        <w:rPr>
          <w:sz w:val="28"/>
          <w:szCs w:val="28"/>
          <w:lang w:eastAsia="en-US"/>
        </w:rPr>
        <w:t xml:space="preserve"> «</w:t>
      </w:r>
      <w:r w:rsidRPr="007C48A8">
        <w:rPr>
          <w:sz w:val="28"/>
          <w:szCs w:val="28"/>
        </w:rPr>
        <w:t>Определить перечень работ по благоустройству дворовой территории</w:t>
      </w:r>
      <w:r w:rsidRPr="0041541C">
        <w:rPr>
          <w:sz w:val="28"/>
          <w:szCs w:val="28"/>
        </w:rPr>
        <w:t>, сформированного исходя из минимального перечня работ по благоустройству:</w:t>
      </w:r>
    </w:p>
    <w:p w:rsidR="00D47A41" w:rsidRPr="0041541C" w:rsidRDefault="00D47A41" w:rsidP="003A5836">
      <w:pPr>
        <w:shd w:val="clear" w:color="auto" w:fill="FFFFFF"/>
        <w:tabs>
          <w:tab w:val="left" w:leader="underscore" w:pos="6898"/>
        </w:tabs>
        <w:jc w:val="both"/>
        <w:rPr>
          <w:sz w:val="28"/>
          <w:szCs w:val="28"/>
        </w:rPr>
      </w:pPr>
      <w:r w:rsidRPr="0041541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_______________________________»</w:t>
      </w:r>
      <w:r w:rsidRPr="0041541C">
        <w:rPr>
          <w:sz w:val="28"/>
          <w:szCs w:val="28"/>
        </w:rPr>
        <w:t>.</w:t>
      </w: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bCs/>
          <w:sz w:val="28"/>
          <w:szCs w:val="28"/>
        </w:rPr>
      </w:pPr>
      <w:r w:rsidRPr="0041541C">
        <w:rPr>
          <w:sz w:val="28"/>
          <w:szCs w:val="28"/>
        </w:rPr>
        <w:t>Решение по третьему вопросу повестки дня собрания принято/ не принято (нужное подчеркнуть).</w:t>
      </w: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bCs/>
          <w:sz w:val="28"/>
          <w:szCs w:val="28"/>
        </w:rPr>
      </w:pPr>
    </w:p>
    <w:p w:rsidR="00D47A41" w:rsidRPr="0041541C" w:rsidRDefault="00D47A41" w:rsidP="00F128C9">
      <w:pPr>
        <w:ind w:firstLine="720"/>
        <w:jc w:val="both"/>
        <w:rPr>
          <w:sz w:val="28"/>
          <w:szCs w:val="28"/>
        </w:rPr>
      </w:pPr>
      <w:r w:rsidRPr="007C48A8">
        <w:rPr>
          <w:sz w:val="28"/>
          <w:szCs w:val="28"/>
        </w:rPr>
        <w:t>4. По четвертому вопросу:</w:t>
      </w:r>
      <w:r w:rsidRPr="0041541C">
        <w:rPr>
          <w:sz w:val="28"/>
          <w:szCs w:val="28"/>
        </w:rPr>
        <w:t xml:space="preserve"> Об определении перечня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</w:t>
      </w:r>
      <w:r>
        <w:rPr>
          <w:sz w:val="28"/>
          <w:szCs w:val="28"/>
        </w:rPr>
        <w:t xml:space="preserve"> </w:t>
      </w:r>
      <w:r w:rsidRPr="0041541C">
        <w:rPr>
          <w:sz w:val="28"/>
          <w:szCs w:val="28"/>
        </w:rPr>
        <w:t>выступили___________________</w:t>
      </w:r>
      <w:r>
        <w:rPr>
          <w:sz w:val="28"/>
          <w:szCs w:val="28"/>
        </w:rPr>
        <w:t>_______</w:t>
      </w:r>
      <w:r w:rsidRPr="0041541C">
        <w:rPr>
          <w:sz w:val="28"/>
          <w:szCs w:val="28"/>
        </w:rPr>
        <w:t xml:space="preserve"> </w:t>
      </w:r>
    </w:p>
    <w:p w:rsidR="00D47A41" w:rsidRPr="0041541C" w:rsidRDefault="00D47A41" w:rsidP="00F128C9">
      <w:pPr>
        <w:ind w:firstLine="720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Предложено утвердить перечень работ по благоустройству дворовой территории, сформированный исходя из дополнительного перечня работ по благоустройству, а именно:</w:t>
      </w:r>
    </w:p>
    <w:p w:rsidR="00D47A41" w:rsidRPr="0041541C" w:rsidRDefault="00D47A41" w:rsidP="00F128C9">
      <w:pPr>
        <w:ind w:firstLine="720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7A41" w:rsidRPr="0041541C" w:rsidRDefault="00D47A41" w:rsidP="00F128C9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41541C">
        <w:rPr>
          <w:sz w:val="28"/>
          <w:szCs w:val="28"/>
          <w:lang w:eastAsia="ar-SA"/>
        </w:rPr>
        <w:t xml:space="preserve">После обмена мнениями состоялось голосование. </w:t>
      </w:r>
    </w:p>
    <w:p w:rsidR="00D47A41" w:rsidRPr="0041541C" w:rsidRDefault="00D47A41" w:rsidP="00F128C9">
      <w:pPr>
        <w:ind w:firstLine="709"/>
        <w:jc w:val="both"/>
        <w:rPr>
          <w:b/>
          <w:bCs/>
          <w:sz w:val="28"/>
          <w:szCs w:val="28"/>
        </w:rPr>
      </w:pPr>
      <w:r w:rsidRPr="0041541C">
        <w:rPr>
          <w:sz w:val="28"/>
          <w:szCs w:val="28"/>
        </w:rPr>
        <w:t>Результаты: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06"/>
        <w:gridCol w:w="1985"/>
        <w:gridCol w:w="1545"/>
      </w:tblGrid>
      <w:tr w:rsidR="00D47A41" w:rsidRPr="007C48A8">
        <w:tc>
          <w:tcPr>
            <w:tcW w:w="2806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985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806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806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D47A41" w:rsidRPr="0041541C" w:rsidRDefault="00D47A41" w:rsidP="00F128C9">
      <w:pPr>
        <w:ind w:firstLine="720"/>
        <w:jc w:val="both"/>
        <w:rPr>
          <w:sz w:val="28"/>
          <w:szCs w:val="28"/>
        </w:rPr>
      </w:pPr>
      <w:r w:rsidRPr="007C48A8">
        <w:rPr>
          <w:sz w:val="28"/>
          <w:szCs w:val="28"/>
          <w:u w:val="single"/>
          <w:lang w:eastAsia="en-US"/>
        </w:rPr>
        <w:t>Общее собрание постановляет</w:t>
      </w:r>
      <w:r w:rsidRPr="0041541C">
        <w:rPr>
          <w:b/>
          <w:bCs/>
          <w:sz w:val="28"/>
          <w:szCs w:val="28"/>
          <w:u w:val="single"/>
          <w:lang w:eastAsia="en-US"/>
        </w:rPr>
        <w:t>:</w:t>
      </w:r>
      <w:r w:rsidRPr="0041541C">
        <w:rPr>
          <w:sz w:val="28"/>
          <w:szCs w:val="28"/>
        </w:rPr>
        <w:t xml:space="preserve"> «Определить перечень работ по благоустройству дворовой территории, сформированного исходя из дополнительного перечня работ по благоустройству, а именно:</w:t>
      </w: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».</w:t>
      </w: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Решение по четвертому вопросу повестки дня собрания принято/ не принято (нужное подчеркнуть).</w:t>
      </w:r>
    </w:p>
    <w:p w:rsidR="00D47A41" w:rsidRPr="0041541C" w:rsidRDefault="00D47A41" w:rsidP="00F128C9">
      <w:pPr>
        <w:jc w:val="both"/>
        <w:rPr>
          <w:b/>
          <w:bCs/>
          <w:sz w:val="28"/>
          <w:szCs w:val="28"/>
        </w:rPr>
      </w:pPr>
    </w:p>
    <w:p w:rsidR="00D47A41" w:rsidRPr="0041541C" w:rsidRDefault="00D47A41" w:rsidP="00F128C9">
      <w:pPr>
        <w:jc w:val="both"/>
        <w:rPr>
          <w:sz w:val="28"/>
          <w:szCs w:val="28"/>
        </w:rPr>
      </w:pPr>
      <w:r w:rsidRPr="0041541C">
        <w:rPr>
          <w:b/>
          <w:bCs/>
          <w:sz w:val="28"/>
          <w:szCs w:val="28"/>
        </w:rPr>
        <w:tab/>
      </w:r>
      <w:r w:rsidRPr="007C48A8">
        <w:rPr>
          <w:sz w:val="28"/>
          <w:szCs w:val="28"/>
        </w:rPr>
        <w:t>5. По пятому вопросу:</w:t>
      </w:r>
      <w:r w:rsidRPr="0041541C">
        <w:rPr>
          <w:sz w:val="28"/>
          <w:szCs w:val="28"/>
        </w:rPr>
        <w:t xml:space="preserve"> Об определении формы участия в реализации мероприятий по благоустройству дворовой территории: финансовое (при выборе работ из </w:t>
      </w:r>
      <w:r>
        <w:rPr>
          <w:sz w:val="28"/>
          <w:szCs w:val="28"/>
        </w:rPr>
        <w:t xml:space="preserve">минимального и </w:t>
      </w:r>
      <w:r w:rsidRPr="0041541C">
        <w:rPr>
          <w:sz w:val="28"/>
          <w:szCs w:val="28"/>
        </w:rPr>
        <w:t>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решения).</w:t>
      </w:r>
    </w:p>
    <w:p w:rsidR="00D47A41" w:rsidRPr="0041541C" w:rsidRDefault="00D47A41" w:rsidP="00F128C9">
      <w:pPr>
        <w:jc w:val="both"/>
        <w:rPr>
          <w:sz w:val="28"/>
          <w:szCs w:val="28"/>
        </w:rPr>
      </w:pPr>
    </w:p>
    <w:p w:rsidR="00D47A41" w:rsidRPr="0041541C" w:rsidRDefault="00D47A41" w:rsidP="00F128C9">
      <w:pPr>
        <w:jc w:val="both"/>
        <w:rPr>
          <w:sz w:val="28"/>
          <w:szCs w:val="28"/>
        </w:rPr>
      </w:pPr>
      <w:r w:rsidRPr="0041541C">
        <w:rPr>
          <w:sz w:val="28"/>
          <w:szCs w:val="28"/>
        </w:rPr>
        <w:t>Предложено определить участие собственников МКД в выполнении работ, сформированных исходя из:</w:t>
      </w:r>
    </w:p>
    <w:p w:rsidR="00D47A41" w:rsidRPr="0041541C" w:rsidRDefault="00D47A41" w:rsidP="00F128C9">
      <w:pPr>
        <w:jc w:val="both"/>
        <w:rPr>
          <w:sz w:val="28"/>
          <w:szCs w:val="28"/>
        </w:rPr>
      </w:pPr>
      <w:r w:rsidRPr="0041541C">
        <w:rPr>
          <w:sz w:val="28"/>
          <w:szCs w:val="28"/>
        </w:rPr>
        <w:t>- минимального перечня работ в</w:t>
      </w:r>
      <w:r>
        <w:rPr>
          <w:sz w:val="28"/>
          <w:szCs w:val="28"/>
        </w:rPr>
        <w:t xml:space="preserve"> денежной</w:t>
      </w:r>
      <w:r w:rsidRPr="0041541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1541C">
        <w:rPr>
          <w:sz w:val="28"/>
          <w:szCs w:val="28"/>
        </w:rPr>
        <w:t>не денежной</w:t>
      </w:r>
      <w:r>
        <w:rPr>
          <w:sz w:val="28"/>
          <w:szCs w:val="28"/>
        </w:rPr>
        <w:t>)</w:t>
      </w:r>
      <w:r w:rsidRPr="0041541C">
        <w:rPr>
          <w:sz w:val="28"/>
          <w:szCs w:val="28"/>
        </w:rPr>
        <w:t xml:space="preserve"> форме:</w:t>
      </w:r>
    </w:p>
    <w:p w:rsidR="00D47A41" w:rsidRPr="0041541C" w:rsidRDefault="00D47A41" w:rsidP="00F128C9">
      <w:pPr>
        <w:jc w:val="both"/>
        <w:rPr>
          <w:b/>
          <w:bCs/>
          <w:sz w:val="28"/>
          <w:szCs w:val="28"/>
        </w:rPr>
      </w:pPr>
      <w:r w:rsidRPr="0041541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7A41" w:rsidRPr="0041541C" w:rsidRDefault="00D47A41" w:rsidP="00F128C9">
      <w:pPr>
        <w:widowControl w:val="0"/>
        <w:ind w:firstLine="709"/>
        <w:jc w:val="both"/>
        <w:rPr>
          <w:i/>
          <w:iCs/>
          <w:sz w:val="28"/>
          <w:szCs w:val="28"/>
        </w:rPr>
      </w:pPr>
      <w:r w:rsidRPr="0041541C">
        <w:rPr>
          <w:i/>
          <w:iCs/>
          <w:sz w:val="28"/>
          <w:szCs w:val="28"/>
        </w:rPr>
        <w:t>(Может быть определен как в денежной форме так и в неденежной форме. Например:</w:t>
      </w:r>
    </w:p>
    <w:p w:rsidR="00D47A41" w:rsidRPr="0041541C" w:rsidRDefault="00D47A41" w:rsidP="00F128C9">
      <w:pPr>
        <w:widowControl w:val="0"/>
        <w:ind w:firstLine="709"/>
        <w:jc w:val="both"/>
        <w:rPr>
          <w:i/>
          <w:iCs/>
          <w:sz w:val="28"/>
          <w:szCs w:val="28"/>
        </w:rPr>
      </w:pPr>
      <w:r w:rsidRPr="0041541C">
        <w:rPr>
          <w:i/>
          <w:iCs/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D47A41" w:rsidRPr="0041541C" w:rsidRDefault="00D47A41" w:rsidP="00F128C9">
      <w:pPr>
        <w:widowControl w:val="0"/>
        <w:ind w:firstLine="709"/>
        <w:jc w:val="both"/>
        <w:rPr>
          <w:i/>
          <w:iCs/>
          <w:sz w:val="28"/>
          <w:szCs w:val="28"/>
        </w:rPr>
      </w:pPr>
      <w:r w:rsidRPr="0041541C">
        <w:rPr>
          <w:i/>
          <w:iCs/>
          <w:sz w:val="28"/>
          <w:szCs w:val="28"/>
        </w:rPr>
        <w:t>- предоставление строительных материалов, техники и т.д.;</w:t>
      </w:r>
    </w:p>
    <w:p w:rsidR="00D47A41" w:rsidRPr="0041541C" w:rsidRDefault="00D47A41" w:rsidP="00F128C9">
      <w:pPr>
        <w:widowControl w:val="0"/>
        <w:ind w:firstLine="709"/>
        <w:jc w:val="both"/>
        <w:rPr>
          <w:i/>
          <w:iCs/>
          <w:sz w:val="28"/>
          <w:szCs w:val="28"/>
        </w:rPr>
      </w:pPr>
      <w:r w:rsidRPr="0041541C">
        <w:rPr>
          <w:i/>
          <w:iCs/>
          <w:sz w:val="28"/>
          <w:szCs w:val="28"/>
        </w:rPr>
        <w:t>- 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D47A41" w:rsidRPr="0041541C" w:rsidRDefault="00D47A41" w:rsidP="00F128C9">
      <w:pPr>
        <w:widowControl w:val="0"/>
        <w:ind w:firstLine="709"/>
        <w:jc w:val="both"/>
        <w:rPr>
          <w:i/>
          <w:iCs/>
          <w:sz w:val="28"/>
          <w:szCs w:val="28"/>
        </w:rPr>
      </w:pPr>
      <w:r w:rsidRPr="0041541C">
        <w:rPr>
          <w:sz w:val="28"/>
          <w:szCs w:val="28"/>
        </w:rPr>
        <w:t>- дополнительного перечня работ в денежной (не денежной) форме: ______________________________________________________________________________________________________________________________________________________________________________________________________</w:t>
      </w:r>
    </w:p>
    <w:p w:rsidR="00D47A41" w:rsidRPr="0041541C" w:rsidRDefault="00D47A41" w:rsidP="00F128C9">
      <w:pPr>
        <w:ind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 xml:space="preserve">После обмена мнениями состоялось голосование. </w:t>
      </w:r>
    </w:p>
    <w:p w:rsidR="00D47A41" w:rsidRPr="0041541C" w:rsidRDefault="00D47A41" w:rsidP="00F128C9">
      <w:pPr>
        <w:ind w:firstLine="709"/>
        <w:jc w:val="both"/>
        <w:rPr>
          <w:b/>
          <w:bCs/>
          <w:sz w:val="28"/>
          <w:szCs w:val="28"/>
        </w:rPr>
      </w:pPr>
      <w:r w:rsidRPr="0041541C">
        <w:rPr>
          <w:sz w:val="28"/>
          <w:szCs w:val="28"/>
          <w:u w:val="single"/>
        </w:rPr>
        <w:t>Результаты голосования</w:t>
      </w:r>
      <w:r w:rsidRPr="0041541C">
        <w:rPr>
          <w:sz w:val="28"/>
          <w:szCs w:val="28"/>
        </w:rPr>
        <w:t>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79"/>
        <w:gridCol w:w="2115"/>
        <w:gridCol w:w="1545"/>
      </w:tblGrid>
      <w:tr w:rsidR="00D47A41" w:rsidRPr="007C48A8">
        <w:tc>
          <w:tcPr>
            <w:tcW w:w="2679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2115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679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2115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679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2115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7C48A8">
        <w:rPr>
          <w:sz w:val="28"/>
          <w:szCs w:val="28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8"/>
          <w:u w:val="single"/>
          <w:lang w:eastAsia="en-US"/>
        </w:rPr>
        <w:t xml:space="preserve"> «</w:t>
      </w:r>
      <w:r w:rsidRPr="0041541C">
        <w:rPr>
          <w:sz w:val="28"/>
          <w:szCs w:val="28"/>
          <w:lang w:eastAsia="en-US"/>
        </w:rPr>
        <w:t xml:space="preserve">Определить </w:t>
      </w:r>
      <w:r w:rsidRPr="0041541C">
        <w:rPr>
          <w:sz w:val="28"/>
          <w:szCs w:val="28"/>
        </w:rPr>
        <w:t>форму участия в реализации мероприятий по благоустройству дворовой территории:____________________________».</w:t>
      </w: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</w:p>
    <w:p w:rsidR="00D47A41" w:rsidRPr="0041541C" w:rsidRDefault="00D47A41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Решение по пятому вопросу повестки дня собрания принято/ не принято (нужное подчеркнуть).</w:t>
      </w:r>
    </w:p>
    <w:p w:rsidR="00D47A41" w:rsidRPr="0041541C" w:rsidRDefault="00D47A41" w:rsidP="00F128C9">
      <w:pPr>
        <w:ind w:left="1429"/>
        <w:jc w:val="both"/>
        <w:rPr>
          <w:b/>
          <w:bCs/>
          <w:sz w:val="28"/>
          <w:szCs w:val="28"/>
        </w:rPr>
      </w:pPr>
    </w:p>
    <w:p w:rsidR="00D47A41" w:rsidRPr="0041541C" w:rsidRDefault="00D47A41" w:rsidP="00E369FE">
      <w:pPr>
        <w:jc w:val="both"/>
        <w:rPr>
          <w:sz w:val="28"/>
          <w:szCs w:val="28"/>
        </w:rPr>
      </w:pPr>
      <w:r w:rsidRPr="0041541C">
        <w:rPr>
          <w:b/>
          <w:bCs/>
          <w:sz w:val="28"/>
          <w:szCs w:val="28"/>
        </w:rPr>
        <w:tab/>
      </w:r>
      <w:r w:rsidRPr="007C48A8">
        <w:rPr>
          <w:sz w:val="28"/>
          <w:szCs w:val="28"/>
        </w:rPr>
        <w:t>6. По шестому вопросу:</w:t>
      </w:r>
      <w:r w:rsidRPr="0041541C">
        <w:rPr>
          <w:sz w:val="28"/>
          <w:szCs w:val="28"/>
        </w:rPr>
        <w:t xml:space="preserve"> О принятии (непринятии) в состав общего имущества собственников помещений в многоквартирном доме </w:t>
      </w:r>
      <w:r>
        <w:rPr>
          <w:sz w:val="28"/>
          <w:szCs w:val="28"/>
        </w:rPr>
        <w:t xml:space="preserve">                                       </w:t>
      </w:r>
      <w:r w:rsidRPr="0041541C">
        <w:rPr>
          <w:sz w:val="28"/>
          <w:szCs w:val="28"/>
        </w:rPr>
        <w:t xml:space="preserve">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 </w:t>
      </w:r>
    </w:p>
    <w:p w:rsidR="00D47A41" w:rsidRPr="0041541C" w:rsidRDefault="00D47A41" w:rsidP="00F128C9">
      <w:pPr>
        <w:ind w:firstLine="567"/>
        <w:jc w:val="both"/>
        <w:rPr>
          <w:i/>
          <w:iCs/>
          <w:sz w:val="28"/>
          <w:szCs w:val="28"/>
        </w:rPr>
      </w:pPr>
      <w:r w:rsidRPr="0041541C">
        <w:rPr>
          <w:sz w:val="28"/>
          <w:szCs w:val="28"/>
        </w:rPr>
        <w:t>Предложено принять решение  о включении в состав общего имущества 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многоквартирного дома в результате реализации муниципальной программы, в целях осуществления последующего содержания в соответствии с требованиями законодательства Российской Федерации.</w:t>
      </w:r>
    </w:p>
    <w:p w:rsidR="00D47A41" w:rsidRPr="0041541C" w:rsidRDefault="00D47A41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41541C">
        <w:rPr>
          <w:sz w:val="28"/>
          <w:szCs w:val="28"/>
          <w:lang w:eastAsia="ar-SA"/>
        </w:rPr>
        <w:t>После обмена мнениями состоялось голосование.</w:t>
      </w:r>
    </w:p>
    <w:p w:rsidR="00D47A41" w:rsidRPr="0041541C" w:rsidRDefault="00D47A41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29"/>
        <w:gridCol w:w="1836"/>
        <w:gridCol w:w="1548"/>
      </w:tblGrid>
      <w:tr w:rsidR="00D47A41" w:rsidRPr="0041541C">
        <w:trPr>
          <w:trHeight w:val="94"/>
        </w:trPr>
        <w:tc>
          <w:tcPr>
            <w:tcW w:w="2529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1836" w:type="dxa"/>
          </w:tcPr>
          <w:p w:rsidR="00D47A41" w:rsidRPr="0041541C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41541C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D47A41" w:rsidRPr="0041541C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41541C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41541C">
        <w:trPr>
          <w:trHeight w:val="98"/>
        </w:trPr>
        <w:tc>
          <w:tcPr>
            <w:tcW w:w="2529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1836" w:type="dxa"/>
          </w:tcPr>
          <w:p w:rsidR="00D47A41" w:rsidRPr="0041541C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41541C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D47A41" w:rsidRPr="0041541C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41541C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41541C">
        <w:trPr>
          <w:trHeight w:val="385"/>
        </w:trPr>
        <w:tc>
          <w:tcPr>
            <w:tcW w:w="2529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ВОЗДЕРЖАЛИСЬ</w:t>
            </w:r>
          </w:p>
          <w:p w:rsidR="00D47A41" w:rsidRPr="007C48A8" w:rsidRDefault="00D47A41" w:rsidP="001E75FF">
            <w:pPr>
              <w:ind w:firstLine="72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36" w:type="dxa"/>
          </w:tcPr>
          <w:p w:rsidR="00D47A41" w:rsidRPr="0041541C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41541C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D47A41" w:rsidRPr="0041541C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41541C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D47A41" w:rsidRPr="0041541C" w:rsidRDefault="00D47A41" w:rsidP="00F128C9">
      <w:pPr>
        <w:keepNext/>
        <w:shd w:val="clear" w:color="auto" w:fill="FFFFFF"/>
        <w:tabs>
          <w:tab w:val="left" w:leader="underscore" w:pos="6898"/>
        </w:tabs>
        <w:ind w:firstLine="851"/>
        <w:jc w:val="both"/>
        <w:rPr>
          <w:sz w:val="28"/>
          <w:szCs w:val="28"/>
        </w:rPr>
      </w:pPr>
      <w:r w:rsidRPr="007C48A8">
        <w:rPr>
          <w:sz w:val="28"/>
          <w:szCs w:val="28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8"/>
          <w:u w:val="single"/>
          <w:lang w:eastAsia="en-US"/>
        </w:rPr>
        <w:t xml:space="preserve"> «</w:t>
      </w:r>
      <w:r w:rsidRPr="0041541C">
        <w:rPr>
          <w:sz w:val="28"/>
          <w:szCs w:val="28"/>
          <w:lang w:eastAsia="en-US"/>
        </w:rPr>
        <w:t xml:space="preserve">Включить </w:t>
      </w:r>
      <w:r w:rsidRPr="0041541C">
        <w:rPr>
          <w:sz w:val="28"/>
          <w:szCs w:val="28"/>
        </w:rPr>
        <w:t xml:space="preserve"> в состав общего имущества 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многоквартирного дома в результате реализации муниципальной программы, в целях осуществления последующего содержания в соответствии с требованиями законодательства Российской Федерации».</w:t>
      </w:r>
    </w:p>
    <w:p w:rsidR="00D47A41" w:rsidRPr="0041541C" w:rsidRDefault="00D47A41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 xml:space="preserve"> Решение по </w:t>
      </w:r>
      <w:r>
        <w:rPr>
          <w:sz w:val="28"/>
          <w:szCs w:val="28"/>
        </w:rPr>
        <w:t>шестому</w:t>
      </w:r>
      <w:r w:rsidRPr="0041541C">
        <w:rPr>
          <w:sz w:val="28"/>
          <w:szCs w:val="28"/>
        </w:rPr>
        <w:t xml:space="preserve"> вопросу повестки дня собрания принято/ не принято (нужное подчеркнуть).</w:t>
      </w:r>
    </w:p>
    <w:p w:rsidR="00D47A41" w:rsidRPr="0041541C" w:rsidRDefault="00D47A41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</w:p>
    <w:p w:rsidR="00D47A41" w:rsidRPr="0041541C" w:rsidRDefault="00D47A41" w:rsidP="00F128C9">
      <w:pPr>
        <w:tabs>
          <w:tab w:val="left" w:pos="720"/>
          <w:tab w:val="left" w:pos="1134"/>
        </w:tabs>
        <w:suppressAutoHyphens/>
        <w:jc w:val="both"/>
        <w:rPr>
          <w:sz w:val="28"/>
          <w:szCs w:val="28"/>
        </w:rPr>
      </w:pPr>
      <w:r w:rsidRPr="0041541C">
        <w:rPr>
          <w:b/>
          <w:bCs/>
          <w:sz w:val="28"/>
          <w:szCs w:val="28"/>
        </w:rPr>
        <w:tab/>
      </w:r>
      <w:r w:rsidRPr="0041541C">
        <w:rPr>
          <w:b/>
          <w:bCs/>
          <w:sz w:val="28"/>
          <w:szCs w:val="28"/>
        </w:rPr>
        <w:tab/>
      </w:r>
      <w:r w:rsidRPr="007C48A8">
        <w:rPr>
          <w:sz w:val="28"/>
          <w:szCs w:val="28"/>
        </w:rPr>
        <w:t>7. По седьмому вопросу: О принятии обязательства по осуществлению содержания оборудования</w:t>
      </w:r>
      <w:r w:rsidRPr="0041541C">
        <w:rPr>
          <w:sz w:val="28"/>
          <w:szCs w:val="28"/>
        </w:rPr>
        <w:t>, малых архитектурных форм, иных некапитальных объектов, установленных на дворовой территории в результате реализации муниципальной программы.</w:t>
      </w:r>
    </w:p>
    <w:p w:rsidR="00D47A41" w:rsidRPr="0041541C" w:rsidRDefault="00D47A41" w:rsidP="00F128C9">
      <w:pPr>
        <w:tabs>
          <w:tab w:val="left" w:pos="720"/>
        </w:tabs>
        <w:suppressAutoHyphens/>
        <w:ind w:firstLine="720"/>
        <w:jc w:val="both"/>
        <w:rPr>
          <w:sz w:val="28"/>
          <w:szCs w:val="28"/>
        </w:rPr>
      </w:pPr>
      <w:r w:rsidRPr="007C48A8">
        <w:rPr>
          <w:sz w:val="28"/>
          <w:szCs w:val="28"/>
        </w:rPr>
        <w:t>Предложено</w:t>
      </w:r>
      <w:r w:rsidRPr="0041541C">
        <w:rPr>
          <w:b/>
          <w:bCs/>
          <w:sz w:val="28"/>
          <w:szCs w:val="28"/>
        </w:rPr>
        <w:t xml:space="preserve"> </w:t>
      </w:r>
      <w:r w:rsidRPr="0041541C">
        <w:rPr>
          <w:sz w:val="28"/>
          <w:szCs w:val="28"/>
        </w:rPr>
        <w:t>принять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 за счет собственников помещений в многоквартирном доме № _____ по ул. _______________.</w:t>
      </w:r>
    </w:p>
    <w:p w:rsidR="00D47A41" w:rsidRPr="0041541C" w:rsidRDefault="00D47A41" w:rsidP="00F128C9">
      <w:pPr>
        <w:tabs>
          <w:tab w:val="left" w:pos="1134"/>
        </w:tabs>
        <w:suppressAutoHyphens/>
        <w:ind w:firstLine="720"/>
        <w:jc w:val="both"/>
        <w:rPr>
          <w:sz w:val="28"/>
          <w:szCs w:val="28"/>
          <w:lang w:eastAsia="ar-SA"/>
        </w:rPr>
      </w:pPr>
      <w:r w:rsidRPr="0041541C">
        <w:rPr>
          <w:sz w:val="28"/>
          <w:szCs w:val="28"/>
          <w:lang w:eastAsia="ar-SA"/>
        </w:rPr>
        <w:t>После обмена мнениями состоялось голосование. Лист голосования прилагается.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64"/>
        <w:gridCol w:w="2541"/>
        <w:gridCol w:w="1545"/>
      </w:tblGrid>
      <w:tr w:rsidR="00D47A41" w:rsidRPr="007C48A8">
        <w:tc>
          <w:tcPr>
            <w:tcW w:w="2664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2541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664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664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D47A41" w:rsidRPr="0041541C" w:rsidRDefault="00D47A41" w:rsidP="00F128C9">
      <w:pPr>
        <w:tabs>
          <w:tab w:val="left" w:pos="720"/>
        </w:tabs>
        <w:suppressAutoHyphens/>
        <w:ind w:firstLine="720"/>
        <w:jc w:val="both"/>
        <w:rPr>
          <w:sz w:val="28"/>
          <w:szCs w:val="28"/>
        </w:rPr>
      </w:pPr>
      <w:r w:rsidRPr="007C48A8">
        <w:rPr>
          <w:sz w:val="28"/>
          <w:szCs w:val="28"/>
          <w:u w:val="single"/>
          <w:lang w:eastAsia="en-US"/>
        </w:rPr>
        <w:t>Общее собрание постановляет</w:t>
      </w:r>
      <w:r w:rsidRPr="0041541C">
        <w:rPr>
          <w:sz w:val="28"/>
          <w:szCs w:val="28"/>
          <w:u w:val="single"/>
          <w:lang w:eastAsia="en-US"/>
        </w:rPr>
        <w:t>:</w:t>
      </w:r>
      <w:r w:rsidRPr="0041541C">
        <w:rPr>
          <w:sz w:val="28"/>
          <w:szCs w:val="28"/>
        </w:rPr>
        <w:t xml:space="preserve"> «Принять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 за счет собственников помещений в многоквартирном доме № _____ по ул. _______________».</w:t>
      </w:r>
    </w:p>
    <w:p w:rsidR="00D47A41" w:rsidRPr="0041541C" w:rsidRDefault="00D47A41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</w:p>
    <w:p w:rsidR="00D47A41" w:rsidRPr="0041541C" w:rsidRDefault="00D47A41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 xml:space="preserve">Решение по </w:t>
      </w:r>
      <w:r>
        <w:rPr>
          <w:sz w:val="28"/>
          <w:szCs w:val="28"/>
        </w:rPr>
        <w:t>седьмо</w:t>
      </w:r>
      <w:r w:rsidRPr="0041541C">
        <w:rPr>
          <w:sz w:val="28"/>
          <w:szCs w:val="28"/>
        </w:rPr>
        <w:t>му вопросу повестки дня собрания принято/ не принято (нужное подчеркнуть).</w:t>
      </w:r>
    </w:p>
    <w:p w:rsidR="00D47A41" w:rsidRDefault="00D47A41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</w:p>
    <w:p w:rsidR="00D47A41" w:rsidRPr="0041541C" w:rsidRDefault="00D47A41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1541C">
        <w:rPr>
          <w:sz w:val="28"/>
          <w:szCs w:val="28"/>
        </w:rPr>
        <w:t xml:space="preserve">. </w:t>
      </w:r>
      <w:r w:rsidRPr="007C48A8">
        <w:rPr>
          <w:sz w:val="28"/>
          <w:szCs w:val="28"/>
        </w:rPr>
        <w:t>По восьмому вопросу:</w:t>
      </w:r>
      <w:r w:rsidRPr="0041541C">
        <w:rPr>
          <w:sz w:val="28"/>
          <w:szCs w:val="28"/>
        </w:rPr>
        <w:t xml:space="preserve"> Об определении лиц, которые от имени собственников помещений в многоквартирном доме уполномочены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>
        <w:rPr>
          <w:sz w:val="28"/>
          <w:szCs w:val="28"/>
        </w:rPr>
        <w:t xml:space="preserve"> (соглашений)</w:t>
      </w:r>
      <w:r w:rsidRPr="0041541C">
        <w:rPr>
          <w:sz w:val="28"/>
          <w:szCs w:val="28"/>
        </w:rPr>
        <w:t xml:space="preserve"> в рамках реализации муниципальной программы.</w:t>
      </w:r>
    </w:p>
    <w:p w:rsidR="00D47A41" w:rsidRPr="0041541C" w:rsidRDefault="00D47A41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>Выступили ___________________ собственник помещения</w:t>
      </w:r>
      <w:r>
        <w:rPr>
          <w:sz w:val="28"/>
          <w:szCs w:val="28"/>
        </w:rPr>
        <w:t xml:space="preserve"> №_____</w:t>
      </w:r>
      <w:r w:rsidRPr="0041541C">
        <w:rPr>
          <w:sz w:val="28"/>
          <w:szCs w:val="28"/>
        </w:rPr>
        <w:t xml:space="preserve"> с предложением определить в качестве  лица, уполномоченного от имени собственников помещений многоквартирного дома,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>
        <w:rPr>
          <w:sz w:val="28"/>
          <w:szCs w:val="28"/>
        </w:rPr>
        <w:t xml:space="preserve"> (соглашений)</w:t>
      </w:r>
      <w:r w:rsidRPr="0041541C">
        <w:rPr>
          <w:sz w:val="28"/>
          <w:szCs w:val="28"/>
        </w:rPr>
        <w:t xml:space="preserve"> в рамках реа</w:t>
      </w:r>
      <w:r>
        <w:rPr>
          <w:sz w:val="28"/>
          <w:szCs w:val="28"/>
        </w:rPr>
        <w:t>лизации муниципальной программы.</w:t>
      </w:r>
    </w:p>
    <w:p w:rsidR="00D47A41" w:rsidRPr="0041541C" w:rsidRDefault="00D47A41" w:rsidP="00F128C9">
      <w:pPr>
        <w:jc w:val="both"/>
        <w:rPr>
          <w:b/>
          <w:bCs/>
          <w:sz w:val="28"/>
          <w:szCs w:val="28"/>
        </w:rPr>
      </w:pPr>
      <w:r w:rsidRPr="0041541C">
        <w:rPr>
          <w:b/>
          <w:bCs/>
          <w:sz w:val="28"/>
          <w:szCs w:val="28"/>
        </w:rPr>
        <w:t>__________________________________________________________________</w:t>
      </w:r>
    </w:p>
    <w:p w:rsidR="00D47A41" w:rsidRPr="0041541C" w:rsidRDefault="00D47A41" w:rsidP="00F128C9">
      <w:pPr>
        <w:pStyle w:val="ListParagraph"/>
        <w:jc w:val="both"/>
        <w:rPr>
          <w:sz w:val="28"/>
          <w:szCs w:val="28"/>
        </w:rPr>
      </w:pPr>
      <w:r w:rsidRPr="0041541C">
        <w:rPr>
          <w:sz w:val="28"/>
          <w:szCs w:val="28"/>
          <w:vertAlign w:val="superscript"/>
        </w:rPr>
        <w:t xml:space="preserve">                                                    (указать полностью Ф.И.О., адрес проживания, контактный телефон)</w:t>
      </w:r>
    </w:p>
    <w:p w:rsidR="00D47A41" w:rsidRPr="0041541C" w:rsidRDefault="00D47A41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41541C">
        <w:rPr>
          <w:sz w:val="28"/>
          <w:szCs w:val="28"/>
          <w:lang w:eastAsia="ar-SA"/>
        </w:rPr>
        <w:t>После обмена мнениями состоялось голосование.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64"/>
        <w:gridCol w:w="2541"/>
        <w:gridCol w:w="1545"/>
      </w:tblGrid>
      <w:tr w:rsidR="00D47A41" w:rsidRPr="007C48A8">
        <w:tc>
          <w:tcPr>
            <w:tcW w:w="2664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ЗА</w:t>
            </w:r>
          </w:p>
        </w:tc>
        <w:tc>
          <w:tcPr>
            <w:tcW w:w="2541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664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  <w:tr w:rsidR="00D47A41" w:rsidRPr="007C48A8">
        <w:tc>
          <w:tcPr>
            <w:tcW w:w="2664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D47A41" w:rsidRPr="007C48A8" w:rsidRDefault="00D47A41" w:rsidP="001E75FF">
            <w:pPr>
              <w:suppressLineNumbers/>
              <w:suppressAutoHyphens/>
              <w:rPr>
                <w:i/>
                <w:iCs/>
                <w:sz w:val="28"/>
                <w:szCs w:val="28"/>
                <w:lang w:eastAsia="ar-SA"/>
              </w:rPr>
            </w:pPr>
            <w:r w:rsidRPr="007C48A8">
              <w:rPr>
                <w:sz w:val="28"/>
                <w:szCs w:val="28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D47A41" w:rsidRPr="007C48A8" w:rsidRDefault="00D47A41" w:rsidP="001E75FF">
            <w:pPr>
              <w:suppressLineNumbers/>
              <w:suppressAutoHyphens/>
              <w:rPr>
                <w:sz w:val="28"/>
                <w:szCs w:val="28"/>
                <w:lang w:eastAsia="ar-SA"/>
              </w:rPr>
            </w:pPr>
            <w:r w:rsidRPr="007C48A8">
              <w:rPr>
                <w:i/>
                <w:iCs/>
                <w:sz w:val="28"/>
                <w:szCs w:val="28"/>
                <w:lang w:eastAsia="ar-SA"/>
              </w:rPr>
              <w:t>голосов</w:t>
            </w:r>
          </w:p>
        </w:tc>
      </w:tr>
    </w:tbl>
    <w:p w:rsidR="00D47A41" w:rsidRPr="007C48A8" w:rsidRDefault="00D47A41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</w:p>
    <w:p w:rsidR="00D47A41" w:rsidRPr="0041541C" w:rsidRDefault="00D47A41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7C48A8">
        <w:rPr>
          <w:sz w:val="28"/>
          <w:szCs w:val="28"/>
          <w:u w:val="single"/>
          <w:lang w:eastAsia="en-US"/>
        </w:rPr>
        <w:t>Общее собрание постановляет</w:t>
      </w:r>
      <w:r w:rsidRPr="0041541C">
        <w:rPr>
          <w:b/>
          <w:bCs/>
          <w:sz w:val="28"/>
          <w:szCs w:val="28"/>
          <w:u w:val="single"/>
          <w:lang w:eastAsia="en-US"/>
        </w:rPr>
        <w:t>:</w:t>
      </w:r>
      <w:r w:rsidRPr="0041541C">
        <w:rPr>
          <w:sz w:val="28"/>
          <w:szCs w:val="28"/>
        </w:rPr>
        <w:t xml:space="preserve"> Определить в качестве  лица, уполномоченного от имени собственников помещений многоквартирного дома, на представление предложений, согласование дизайн-проекта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</w:t>
      </w:r>
    </w:p>
    <w:p w:rsidR="00D47A41" w:rsidRPr="0041541C" w:rsidRDefault="00D47A41" w:rsidP="00F128C9">
      <w:pPr>
        <w:jc w:val="both"/>
        <w:rPr>
          <w:b/>
          <w:bCs/>
          <w:sz w:val="28"/>
          <w:szCs w:val="28"/>
        </w:rPr>
      </w:pPr>
      <w:r w:rsidRPr="0041541C">
        <w:rPr>
          <w:b/>
          <w:bCs/>
          <w:sz w:val="28"/>
          <w:szCs w:val="28"/>
        </w:rPr>
        <w:t>__________________________________________________________________</w:t>
      </w:r>
    </w:p>
    <w:p w:rsidR="00D47A41" w:rsidRPr="0041541C" w:rsidRDefault="00D47A41" w:rsidP="00F128C9">
      <w:pPr>
        <w:pStyle w:val="ListParagraph"/>
        <w:jc w:val="both"/>
        <w:rPr>
          <w:sz w:val="28"/>
          <w:szCs w:val="28"/>
        </w:rPr>
      </w:pPr>
      <w:r w:rsidRPr="0041541C">
        <w:rPr>
          <w:sz w:val="28"/>
          <w:szCs w:val="28"/>
          <w:vertAlign w:val="superscript"/>
        </w:rPr>
        <w:t xml:space="preserve">                                           (указать полностью Ф.И.О., адрес проживания, контактный телефон)</w:t>
      </w:r>
    </w:p>
    <w:p w:rsidR="00D47A41" w:rsidRPr="0041541C" w:rsidRDefault="00D47A41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8"/>
        </w:rPr>
      </w:pPr>
      <w:r w:rsidRPr="0041541C">
        <w:rPr>
          <w:sz w:val="28"/>
          <w:szCs w:val="28"/>
        </w:rPr>
        <w:t xml:space="preserve">Решение по </w:t>
      </w:r>
      <w:r>
        <w:rPr>
          <w:sz w:val="28"/>
          <w:szCs w:val="28"/>
        </w:rPr>
        <w:t>восьмому</w:t>
      </w:r>
      <w:r w:rsidRPr="0041541C">
        <w:rPr>
          <w:sz w:val="28"/>
          <w:szCs w:val="28"/>
        </w:rPr>
        <w:t xml:space="preserve"> вопросу повестки дня собрания принято/ не принято (нужное подчеркнуть).</w:t>
      </w:r>
    </w:p>
    <w:p w:rsidR="00D47A41" w:rsidRPr="0041541C" w:rsidRDefault="00D47A41" w:rsidP="00F128C9">
      <w:pPr>
        <w:adjustRightInd w:val="0"/>
        <w:spacing w:after="160" w:line="259" w:lineRule="auto"/>
        <w:ind w:left="720"/>
        <w:jc w:val="both"/>
        <w:rPr>
          <w:b/>
          <w:bCs/>
          <w:sz w:val="28"/>
          <w:szCs w:val="28"/>
          <w:u w:val="single"/>
          <w:lang w:eastAsia="en-US"/>
        </w:rPr>
      </w:pPr>
    </w:p>
    <w:p w:rsidR="00D47A41" w:rsidRPr="007C48A8" w:rsidRDefault="00D47A41" w:rsidP="00F128C9">
      <w:pPr>
        <w:rPr>
          <w:sz w:val="28"/>
          <w:szCs w:val="28"/>
        </w:rPr>
      </w:pPr>
      <w:r w:rsidRPr="007C48A8">
        <w:rPr>
          <w:sz w:val="28"/>
          <w:szCs w:val="28"/>
        </w:rPr>
        <w:t>Приложения:</w:t>
      </w:r>
    </w:p>
    <w:p w:rsidR="00D47A41" w:rsidRPr="0041541C" w:rsidRDefault="00D47A41" w:rsidP="00F128C9">
      <w:pPr>
        <w:tabs>
          <w:tab w:val="right" w:pos="9923"/>
        </w:tabs>
        <w:jc w:val="both"/>
        <w:rPr>
          <w:sz w:val="28"/>
          <w:szCs w:val="28"/>
        </w:rPr>
      </w:pPr>
      <w:r w:rsidRPr="0041541C">
        <w:rPr>
          <w:sz w:val="28"/>
          <w:szCs w:val="28"/>
        </w:rPr>
        <w:t xml:space="preserve">1. Реестр собственников помещений в </w:t>
      </w:r>
      <w:r>
        <w:rPr>
          <w:sz w:val="28"/>
          <w:szCs w:val="28"/>
        </w:rPr>
        <w:t>МКД</w:t>
      </w:r>
      <w:r w:rsidRPr="0041541C">
        <w:rPr>
          <w:sz w:val="28"/>
          <w:szCs w:val="28"/>
        </w:rPr>
        <w:t xml:space="preserve"> по ул______________, д__</w:t>
      </w:r>
      <w:r>
        <w:rPr>
          <w:sz w:val="28"/>
          <w:szCs w:val="28"/>
        </w:rPr>
        <w:t>__,</w:t>
      </w:r>
      <w:r w:rsidRPr="0041541C">
        <w:rPr>
          <w:sz w:val="28"/>
          <w:szCs w:val="28"/>
        </w:rPr>
        <w:t xml:space="preserve"> в том числе, участвовавших в очно-заочном собрании– на __ л.</w:t>
      </w:r>
    </w:p>
    <w:p w:rsidR="00D47A41" w:rsidRPr="0041541C" w:rsidRDefault="00D47A41" w:rsidP="00F128C9">
      <w:pPr>
        <w:tabs>
          <w:tab w:val="right" w:pos="9921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1541C">
        <w:rPr>
          <w:sz w:val="28"/>
          <w:szCs w:val="28"/>
        </w:rPr>
        <w:t>. Лист голосования (Решения собственников) – на _____ листах.</w:t>
      </w:r>
    </w:p>
    <w:p w:rsidR="00D47A41" w:rsidRPr="0041541C" w:rsidRDefault="00D47A41" w:rsidP="00F128C9">
      <w:pPr>
        <w:tabs>
          <w:tab w:val="right" w:pos="9921"/>
        </w:tabs>
        <w:jc w:val="both"/>
        <w:rPr>
          <w:sz w:val="28"/>
          <w:szCs w:val="28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1985"/>
        <w:gridCol w:w="113"/>
        <w:gridCol w:w="2183"/>
        <w:gridCol w:w="141"/>
      </w:tblGrid>
      <w:tr w:rsidR="00D47A41" w:rsidRPr="004154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Председатель общего собрания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/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/</w:t>
            </w:r>
          </w:p>
        </w:tc>
      </w:tr>
      <w:tr w:rsidR="00D47A41" w:rsidRPr="0041541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75659E" w:rsidRDefault="00D47A41" w:rsidP="001E75FF">
            <w:pPr>
              <w:jc w:val="center"/>
              <w:rPr>
                <w:sz w:val="22"/>
                <w:szCs w:val="22"/>
              </w:rPr>
            </w:pPr>
            <w:r w:rsidRPr="0075659E">
              <w:rPr>
                <w:sz w:val="22"/>
                <w:szCs w:val="22"/>
              </w:rPr>
              <w:t xml:space="preserve">(подпись)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75659E" w:rsidRDefault="00D47A41" w:rsidP="001E75FF">
            <w:pPr>
              <w:rPr>
                <w:sz w:val="22"/>
                <w:szCs w:val="22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75659E" w:rsidRDefault="00D47A41" w:rsidP="001E75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</w:tr>
    </w:tbl>
    <w:p w:rsidR="00D47A41" w:rsidRPr="0041541C" w:rsidRDefault="00D47A41" w:rsidP="00F128C9">
      <w:pPr>
        <w:rPr>
          <w:sz w:val="28"/>
          <w:szCs w:val="28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62"/>
        <w:gridCol w:w="2325"/>
        <w:gridCol w:w="113"/>
        <w:gridCol w:w="1899"/>
        <w:gridCol w:w="425"/>
      </w:tblGrid>
      <w:tr w:rsidR="00D47A41" w:rsidRPr="0041541C"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Секретарь общего собрания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/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/</w:t>
            </w:r>
          </w:p>
        </w:tc>
      </w:tr>
      <w:tr w:rsidR="00D47A41" w:rsidRPr="0041541C"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75659E">
            <w:pPr>
              <w:jc w:val="center"/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(</w:t>
            </w:r>
            <w:r w:rsidRPr="0075659E">
              <w:rPr>
                <w:sz w:val="22"/>
                <w:szCs w:val="22"/>
              </w:rPr>
              <w:t>подпись)</w:t>
            </w:r>
            <w:r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75659E" w:rsidRDefault="00D47A41" w:rsidP="001E75FF">
            <w:pPr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</w:tr>
    </w:tbl>
    <w:p w:rsidR="00D47A41" w:rsidRPr="0041541C" w:rsidRDefault="00D47A41" w:rsidP="00F128C9">
      <w:pPr>
        <w:rPr>
          <w:sz w:val="28"/>
          <w:szCs w:val="28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005"/>
        <w:gridCol w:w="2382"/>
        <w:gridCol w:w="113"/>
        <w:gridCol w:w="1758"/>
        <w:gridCol w:w="141"/>
        <w:gridCol w:w="567"/>
      </w:tblGrid>
      <w:tr w:rsidR="00D47A41" w:rsidRPr="0041541C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Члены счетной комиссии: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7A41" w:rsidRPr="0075659E" w:rsidRDefault="00D47A41" w:rsidP="001E75F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/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 xml:space="preserve">/ </w:t>
            </w:r>
          </w:p>
        </w:tc>
      </w:tr>
      <w:tr w:rsidR="00D47A41" w:rsidRPr="0041541C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75659E" w:rsidRDefault="00D47A41" w:rsidP="001E75FF">
            <w:pPr>
              <w:jc w:val="center"/>
              <w:rPr>
                <w:sz w:val="28"/>
                <w:szCs w:val="28"/>
                <w:highlight w:val="yellow"/>
              </w:rPr>
            </w:pPr>
            <w:r w:rsidRPr="0075659E">
              <w:rPr>
                <w:sz w:val="28"/>
                <w:szCs w:val="28"/>
              </w:rPr>
              <w:t>(</w:t>
            </w:r>
            <w:r w:rsidRPr="0075659E">
              <w:rPr>
                <w:sz w:val="22"/>
                <w:szCs w:val="22"/>
              </w:rPr>
              <w:t>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A41" w:rsidRPr="0075659E" w:rsidRDefault="00D47A41" w:rsidP="001E75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</w:tr>
      <w:tr w:rsidR="00D47A41" w:rsidRPr="0041541C">
        <w:trPr>
          <w:gridAfter w:val="1"/>
          <w:wAfter w:w="567" w:type="dxa"/>
          <w:trHeight w:val="319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7A41" w:rsidRPr="0075659E" w:rsidRDefault="00D47A41" w:rsidP="001E75F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/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 w:rsidRPr="0041541C">
              <w:rPr>
                <w:sz w:val="28"/>
                <w:szCs w:val="28"/>
              </w:rPr>
              <w:t>/</w:t>
            </w:r>
          </w:p>
        </w:tc>
      </w:tr>
      <w:tr w:rsidR="00D47A41" w:rsidRPr="0041541C">
        <w:trPr>
          <w:gridAfter w:val="1"/>
          <w:wAfter w:w="567" w:type="dxa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75659E" w:rsidRDefault="00D47A41" w:rsidP="0075659E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75659E">
              <w:rPr>
                <w:sz w:val="28"/>
                <w:szCs w:val="28"/>
              </w:rPr>
              <w:t>(</w:t>
            </w:r>
            <w:r w:rsidRPr="0075659E">
              <w:rPr>
                <w:sz w:val="22"/>
                <w:szCs w:val="22"/>
              </w:rPr>
              <w:t>подпись)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75659E" w:rsidRDefault="00D47A41" w:rsidP="001E75FF">
            <w:pPr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7A41" w:rsidRPr="0041541C" w:rsidRDefault="00D47A41" w:rsidP="001E75FF">
            <w:pPr>
              <w:rPr>
                <w:sz w:val="28"/>
                <w:szCs w:val="28"/>
              </w:rPr>
            </w:pPr>
          </w:p>
        </w:tc>
      </w:tr>
    </w:tbl>
    <w:p w:rsidR="00D47A41" w:rsidRDefault="00D47A41" w:rsidP="004B654E">
      <w:pPr>
        <w:ind w:firstLine="709"/>
        <w:jc w:val="both"/>
        <w:rPr>
          <w:sz w:val="28"/>
          <w:szCs w:val="28"/>
        </w:rPr>
      </w:pPr>
    </w:p>
    <w:p w:rsidR="00D47A41" w:rsidRDefault="00D47A41" w:rsidP="004B654E">
      <w:pPr>
        <w:ind w:firstLine="709"/>
        <w:jc w:val="both"/>
        <w:rPr>
          <w:sz w:val="28"/>
          <w:szCs w:val="28"/>
        </w:rPr>
      </w:pPr>
    </w:p>
    <w:p w:rsidR="00D47A41" w:rsidRDefault="00D47A41" w:rsidP="003A5836">
      <w:pPr>
        <w:rPr>
          <w:sz w:val="28"/>
          <w:szCs w:val="28"/>
        </w:rPr>
      </w:pPr>
      <w:r>
        <w:rPr>
          <w:sz w:val="28"/>
          <w:szCs w:val="28"/>
        </w:rPr>
        <w:t>Заместитель главы Стародеревянковского</w:t>
      </w:r>
    </w:p>
    <w:p w:rsidR="00D47A41" w:rsidRPr="00741177" w:rsidRDefault="00D47A41" w:rsidP="003A5836">
      <w:pPr>
        <w:tabs>
          <w:tab w:val="left" w:pos="0"/>
        </w:tabs>
        <w:spacing w:line="240" w:lineRule="exact"/>
        <w:rPr>
          <w:sz w:val="28"/>
          <w:szCs w:val="28"/>
        </w:rPr>
      </w:pPr>
      <w:r w:rsidRPr="00614305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Каневского</w:t>
      </w:r>
      <w:r w:rsidRPr="006143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В.А. Коржов</w:t>
      </w:r>
    </w:p>
    <w:p w:rsidR="00D47A41" w:rsidRDefault="00D47A41" w:rsidP="00A515C6">
      <w:pPr>
        <w:tabs>
          <w:tab w:val="left" w:pos="0"/>
        </w:tabs>
        <w:ind w:firstLine="4961"/>
        <w:rPr>
          <w:sz w:val="28"/>
          <w:szCs w:val="28"/>
        </w:rPr>
      </w:pPr>
    </w:p>
    <w:sectPr w:rsidR="00D47A41" w:rsidSect="00025471">
      <w:headerReference w:type="default" r:id="rId7"/>
      <w:pgSz w:w="11906" w:h="16838"/>
      <w:pgMar w:top="1134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A41" w:rsidRDefault="00D47A41" w:rsidP="00C62BF1">
      <w:r>
        <w:separator/>
      </w:r>
    </w:p>
  </w:endnote>
  <w:endnote w:type="continuationSeparator" w:id="0">
    <w:p w:rsidR="00D47A41" w:rsidRDefault="00D47A41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A41" w:rsidRDefault="00D47A41" w:rsidP="00C62BF1">
      <w:r>
        <w:separator/>
      </w:r>
    </w:p>
  </w:footnote>
  <w:footnote w:type="continuationSeparator" w:id="0">
    <w:p w:rsidR="00D47A41" w:rsidRDefault="00D47A41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A41" w:rsidRDefault="00D47A41" w:rsidP="00025471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3">
    <w:nsid w:val="7CDF4599"/>
    <w:multiLevelType w:val="hybridMultilevel"/>
    <w:tmpl w:val="97B6C4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0"/>
  </w:num>
  <w:num w:numId="4">
    <w:abstractNumId w:val="22"/>
  </w:num>
  <w:num w:numId="5">
    <w:abstractNumId w:val="10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2"/>
  </w:num>
  <w:num w:numId="11">
    <w:abstractNumId w:val="11"/>
  </w:num>
  <w:num w:numId="12">
    <w:abstractNumId w:val="18"/>
  </w:num>
  <w:num w:numId="13">
    <w:abstractNumId w:val="7"/>
  </w:num>
  <w:num w:numId="14">
    <w:abstractNumId w:val="14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7"/>
  </w:num>
  <w:num w:numId="23">
    <w:abstractNumId w:val="4"/>
  </w:num>
  <w:num w:numId="24">
    <w:abstractNumId w:val="23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25471"/>
    <w:rsid w:val="00030721"/>
    <w:rsid w:val="00031ACA"/>
    <w:rsid w:val="00032A74"/>
    <w:rsid w:val="00032B50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0F73DB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6DED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E75FF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A670F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2C3A"/>
    <w:rsid w:val="00303D07"/>
    <w:rsid w:val="003075C3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1FE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5836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A78"/>
    <w:rsid w:val="00404CC3"/>
    <w:rsid w:val="0041429E"/>
    <w:rsid w:val="0041541C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46F79"/>
    <w:rsid w:val="004524F1"/>
    <w:rsid w:val="00453276"/>
    <w:rsid w:val="00456808"/>
    <w:rsid w:val="00456B23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0EDB"/>
    <w:rsid w:val="0055228F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2CC2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430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1ED5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785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58B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659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B2F"/>
    <w:rsid w:val="00772DBF"/>
    <w:rsid w:val="007743EE"/>
    <w:rsid w:val="00776422"/>
    <w:rsid w:val="00776D89"/>
    <w:rsid w:val="00783837"/>
    <w:rsid w:val="00784CB4"/>
    <w:rsid w:val="00785428"/>
    <w:rsid w:val="00785B42"/>
    <w:rsid w:val="00791D8B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C48A8"/>
    <w:rsid w:val="007D08D2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801C53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C97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A1D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10A8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E77DE"/>
    <w:rsid w:val="009F2BBA"/>
    <w:rsid w:val="009F2D75"/>
    <w:rsid w:val="009F2E4F"/>
    <w:rsid w:val="009F4497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65672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6FF3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3AA9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073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B71C3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377ED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3E4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47A41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69FE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A49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754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28C9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1E32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18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74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0741"/>
    <w:pPr>
      <w:keepNext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DD0741"/>
    <w:pPr>
      <w:tabs>
        <w:tab w:val="left" w:pos="1276"/>
      </w:tabs>
      <w:spacing w:line="360" w:lineRule="auto"/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D0741"/>
    <w:pPr>
      <w:tabs>
        <w:tab w:val="left" w:pos="0"/>
      </w:tabs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D0741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D0741"/>
    <w:pPr>
      <w:ind w:left="441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E0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BodyText3">
    <w:name w:val="Body Text 3"/>
    <w:basedOn w:val="Normal"/>
    <w:link w:val="BodyText3Char"/>
    <w:uiPriority w:val="99"/>
    <w:rsid w:val="009A463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</w:rPr>
  </w:style>
  <w:style w:type="table" w:styleId="TableGrid">
    <w:name w:val="Table Grid"/>
    <w:basedOn w:val="TableNormal"/>
    <w:uiPriority w:val="99"/>
    <w:rsid w:val="009A46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374265"/>
  </w:style>
  <w:style w:type="character" w:styleId="Hyperlink">
    <w:name w:val="Hyperlink"/>
    <w:basedOn w:val="DefaultParagraphFont"/>
    <w:uiPriority w:val="99"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62BF1"/>
  </w:style>
  <w:style w:type="paragraph" w:styleId="Footer">
    <w:name w:val="footer"/>
    <w:basedOn w:val="Normal"/>
    <w:link w:val="FooterChar"/>
    <w:uiPriority w:val="99"/>
    <w:rsid w:val="00C62BF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62BF1"/>
  </w:style>
  <w:style w:type="character" w:styleId="LineNumber">
    <w:name w:val="line number"/>
    <w:basedOn w:val="DefaultParagraphFont"/>
    <w:uiPriority w:val="99"/>
    <w:semiHidden/>
    <w:rsid w:val="00D01501"/>
  </w:style>
  <w:style w:type="paragraph" w:styleId="PlainText">
    <w:name w:val="Plain Text"/>
    <w:basedOn w:val="Normal"/>
    <w:link w:val="PlainTextChar"/>
    <w:uiPriority w:val="99"/>
    <w:rsid w:val="00C94D0C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94D0C"/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99"/>
    <w:qFormat/>
    <w:rsid w:val="00C94D0C"/>
    <w:rPr>
      <w:rFonts w:ascii="Calibri" w:hAnsi="Calibri" w:cs="Calibri"/>
      <w:lang w:eastAsia="en-US"/>
    </w:rPr>
  </w:style>
  <w:style w:type="paragraph" w:styleId="NormalWeb">
    <w:name w:val="Normal (Web)"/>
    <w:basedOn w:val="Normal"/>
    <w:uiPriority w:val="99"/>
    <w:rsid w:val="00917EF7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F128C9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11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</TotalTime>
  <Pages>9</Pages>
  <Words>2387</Words>
  <Characters>13607</Characters>
  <Application>Microsoft Office Outlook</Application>
  <DocSecurity>0</DocSecurity>
  <Lines>0</Lines>
  <Paragraphs>0</Paragraphs>
  <ScaleCrop>false</ScaleCrop>
  <Company>Администрация МО г.Михайловск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dc:description/>
  <cp:lastModifiedBy>User</cp:lastModifiedBy>
  <cp:revision>27</cp:revision>
  <cp:lastPrinted>2017-11-24T11:45:00Z</cp:lastPrinted>
  <dcterms:created xsi:type="dcterms:W3CDTF">2017-04-04T10:56:00Z</dcterms:created>
  <dcterms:modified xsi:type="dcterms:W3CDTF">2017-11-24T11:47:00Z</dcterms:modified>
</cp:coreProperties>
</file>